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144" w:rsidRDefault="00442144" w:rsidP="00442144">
      <w:pPr>
        <w:pStyle w:val="OZNRODZAKTUtznustawalubrozporzdzenieiorganwydajcy"/>
      </w:pPr>
      <w:bookmarkStart w:id="0" w:name="_GoBack"/>
      <w:bookmarkEnd w:id="0"/>
    </w:p>
    <w:p w:rsidR="009934AB" w:rsidRDefault="00442144" w:rsidP="00442144">
      <w:pPr>
        <w:pStyle w:val="OZNRODZAKTUtznustawalubrozporzdzenieiorganwydajcy"/>
      </w:pPr>
      <w:r>
        <w:t xml:space="preserve">Rozporządzenie </w:t>
      </w:r>
    </w:p>
    <w:p w:rsidR="00442144" w:rsidRPr="00695BCF" w:rsidRDefault="00442144" w:rsidP="00442144">
      <w:pPr>
        <w:pStyle w:val="OZNRODZAKTUtznustawalubrozporzdzenieiorganwydajcy"/>
        <w:rPr>
          <w:rStyle w:val="IGPindeksgrnyipogrubienie"/>
        </w:rPr>
      </w:pPr>
      <w:r>
        <w:t xml:space="preserve">Ministra </w:t>
      </w:r>
      <w:r w:rsidR="005C73D6">
        <w:t>KLIMATU</w:t>
      </w:r>
      <w:r w:rsidR="005B355B" w:rsidRPr="00695BCF">
        <w:rPr>
          <w:rStyle w:val="IGPindeksgrnyipogrubienie"/>
        </w:rPr>
        <w:footnoteReference w:id="1"/>
      </w:r>
      <w:r w:rsidR="005B355B" w:rsidRPr="00695BCF">
        <w:rPr>
          <w:rStyle w:val="IGPindeksgrnyipogrubienie"/>
        </w:rPr>
        <w:t>)</w:t>
      </w:r>
    </w:p>
    <w:p w:rsidR="00442144" w:rsidRDefault="00442144" w:rsidP="00442144">
      <w:pPr>
        <w:pStyle w:val="DATAAKTUdatauchwalenialubwydaniaaktu"/>
      </w:pPr>
      <w:r>
        <w:t>z dnia ……</w:t>
      </w:r>
      <w:r w:rsidR="0001408B">
        <w:t>………….</w:t>
      </w:r>
      <w:r>
        <w:t>..</w:t>
      </w:r>
      <w:r w:rsidR="0001408B">
        <w:t xml:space="preserve"> </w:t>
      </w:r>
      <w:r w:rsidR="005C73D6">
        <w:t>2020</w:t>
      </w:r>
      <w:r>
        <w:t xml:space="preserve"> r. </w:t>
      </w:r>
    </w:p>
    <w:p w:rsidR="00442144" w:rsidRPr="00442144" w:rsidRDefault="00442144" w:rsidP="00442144">
      <w:pPr>
        <w:pStyle w:val="TYTUAKTUprzedmiotregulacjiustawylubrozporzdzenia"/>
      </w:pPr>
      <w:r w:rsidRPr="00442144">
        <w:t xml:space="preserve">w sprawie wzoru oświadczenia o środkach własnych i zasobach </w:t>
      </w:r>
      <w:r w:rsidRPr="00184C0E">
        <w:t xml:space="preserve">majątkowych osoby </w:t>
      </w:r>
      <w:r w:rsidR="002A529E" w:rsidRPr="00184C0E">
        <w:t>składającej wniosek o zawarcie umowy na realizację przedsięwzięcia niskoemisyjnego</w:t>
      </w:r>
    </w:p>
    <w:p w:rsidR="00442144" w:rsidRDefault="00442144" w:rsidP="00442144">
      <w:pPr>
        <w:pStyle w:val="NIEARTTEKSTtekstnieartykuowanynppodstprawnarozplubpreambua"/>
      </w:pPr>
      <w:r>
        <w:t>Na podstawie art. 11d ust. 12</w:t>
      </w:r>
      <w:r w:rsidRPr="00442144">
        <w:t xml:space="preserve"> </w:t>
      </w:r>
      <w:r w:rsidR="009316E0">
        <w:t xml:space="preserve">pkt 2 </w:t>
      </w:r>
      <w:r w:rsidRPr="00442144">
        <w:t xml:space="preserve">ustawy z dnia 21 listopada 2008 r. o wspieraniu termomodernizacji i remontów </w:t>
      </w:r>
      <w:r w:rsidRPr="002A529E">
        <w:t>(</w:t>
      </w:r>
      <w:r w:rsidR="00BD1D4E">
        <w:t xml:space="preserve">Dz. U. </w:t>
      </w:r>
      <w:r w:rsidR="006C0467" w:rsidRPr="002A529E">
        <w:t>…</w:t>
      </w:r>
      <w:r w:rsidRPr="002A529E">
        <w:t>)</w:t>
      </w:r>
      <w:r w:rsidRPr="00442144">
        <w:t xml:space="preserve"> zarządza się, co następuje:</w:t>
      </w:r>
    </w:p>
    <w:p w:rsidR="00442144" w:rsidRPr="00442144" w:rsidRDefault="00442144" w:rsidP="00442144">
      <w:pPr>
        <w:pStyle w:val="ARTartustawynprozporzdzenia"/>
      </w:pPr>
      <w:r w:rsidRPr="00667DC6">
        <w:rPr>
          <w:rStyle w:val="Ppogrubienie"/>
        </w:rPr>
        <w:t>§ 1.</w:t>
      </w:r>
      <w:r w:rsidRPr="00442144">
        <w:t> </w:t>
      </w:r>
      <w:r w:rsidR="00482E60">
        <w:t>O</w:t>
      </w:r>
      <w:r w:rsidRPr="00442144">
        <w:t xml:space="preserve">kreśla </w:t>
      </w:r>
      <w:r w:rsidR="00482E60">
        <w:t xml:space="preserve">się </w:t>
      </w:r>
      <w:r w:rsidRPr="00442144">
        <w:t xml:space="preserve">wzór oświadczenia o środkach własnych i zasobach majątkowych osoby ubiegającej się o realizację przedsięwzięcia niskoemisyjnego, stanowiący załącznik </w:t>
      </w:r>
      <w:r w:rsidR="00482E60">
        <w:br/>
      </w:r>
      <w:r w:rsidRPr="00442144">
        <w:t>do rozporządzenia.</w:t>
      </w:r>
    </w:p>
    <w:p w:rsidR="00442144" w:rsidRPr="00442144" w:rsidRDefault="00442144" w:rsidP="00442144">
      <w:pPr>
        <w:pStyle w:val="ARTartustawynprozporzdzenia"/>
      </w:pPr>
      <w:r w:rsidRPr="00442144">
        <w:rPr>
          <w:rStyle w:val="Ppogrubienie"/>
        </w:rPr>
        <w:t>§</w:t>
      </w:r>
      <w:r w:rsidR="00482E60">
        <w:rPr>
          <w:rStyle w:val="Ppogrubienie"/>
        </w:rPr>
        <w:t> </w:t>
      </w:r>
      <w:r w:rsidRPr="00442144">
        <w:rPr>
          <w:rStyle w:val="Ppogrubienie"/>
        </w:rPr>
        <w:t>2.</w:t>
      </w:r>
      <w:r w:rsidR="00482E60">
        <w:rPr>
          <w:rStyle w:val="Ppogrubienie"/>
        </w:rPr>
        <w:t> </w:t>
      </w:r>
      <w:r w:rsidRPr="00442144">
        <w:t>Rozporządzenie wchodzi w życie po upływie 14 dni od dnia ogłoszenia.</w:t>
      </w:r>
    </w:p>
    <w:p w:rsidR="009934AB" w:rsidRDefault="009934AB" w:rsidP="005F1ACB">
      <w:pPr>
        <w:pStyle w:val="NAZORGWYDnazwaorganuwydajcegoprojektowanyakt"/>
      </w:pPr>
    </w:p>
    <w:p w:rsidR="005F1ACB" w:rsidRPr="005F1ACB" w:rsidRDefault="005F1ACB" w:rsidP="005F1ACB">
      <w:pPr>
        <w:pStyle w:val="NAZORGWYDnazwaorganuwydajcegoprojektowanyakt"/>
      </w:pPr>
      <w:r w:rsidRPr="005F1ACB">
        <w:t>MINISTER</w:t>
      </w:r>
    </w:p>
    <w:p w:rsidR="00442144" w:rsidRDefault="006C0467" w:rsidP="005F1ACB">
      <w:pPr>
        <w:pStyle w:val="NAZORGWYDnazwaorganuwydajcegoprojektowanyakt"/>
      </w:pPr>
      <w:r>
        <w:t>kLIMATU</w:t>
      </w:r>
    </w:p>
    <w:p w:rsidR="00CE7AD4" w:rsidRDefault="00CE7AD4" w:rsidP="00CE7AD4"/>
    <w:p w:rsidR="005F1ACB" w:rsidRDefault="005F1ACB" w:rsidP="005F1ACB"/>
    <w:p w:rsidR="005F1ACB" w:rsidRDefault="005F1ACB" w:rsidP="005B355B">
      <w:pPr>
        <w:pStyle w:val="ODNONIKtreodnonika"/>
        <w:ind w:left="0" w:firstLine="0"/>
      </w:pPr>
    </w:p>
    <w:p w:rsidR="009316E0" w:rsidRDefault="009316E0">
      <w:pPr>
        <w:widowControl/>
        <w:autoSpaceDE/>
        <w:autoSpaceDN/>
        <w:adjustRightInd/>
        <w:spacing w:line="240" w:lineRule="auto"/>
      </w:pPr>
      <w:r>
        <w:br w:type="page"/>
      </w:r>
    </w:p>
    <w:p w:rsidR="005F1ACB" w:rsidRDefault="005F1ACB" w:rsidP="006C0467">
      <w:pPr>
        <w:pStyle w:val="TEKSTZacznikido"/>
      </w:pPr>
      <w:r>
        <w:lastRenderedPageBreak/>
        <w:t xml:space="preserve">Załącznik do rozporządzenia Ministra </w:t>
      </w:r>
      <w:r w:rsidR="006C0467">
        <w:t>Klimatu</w:t>
      </w:r>
      <w:r>
        <w:t xml:space="preserve"> z dnia ………..… (poz. …..)</w:t>
      </w:r>
    </w:p>
    <w:p w:rsidR="005F1ACB" w:rsidRDefault="005B355B" w:rsidP="005B355B">
      <w:pPr>
        <w:pStyle w:val="TYTUAKTUprzedmiotregulacjiustawylubrozporzdzenia"/>
      </w:pPr>
      <w:r>
        <w:t>W</w:t>
      </w:r>
      <w:r w:rsidR="009934AB">
        <w:t>ZÓR</w:t>
      </w:r>
    </w:p>
    <w:p w:rsidR="005B355B" w:rsidRPr="005B355B" w:rsidRDefault="005B355B" w:rsidP="005B355B">
      <w:pPr>
        <w:pStyle w:val="TYTUAKTUprzedmiotregulacjiustawylubrozporzdzenia"/>
        <w:rPr>
          <w:rStyle w:val="BEZWERSALIKW"/>
        </w:rPr>
      </w:pPr>
      <w:r w:rsidRPr="005B355B">
        <w:rPr>
          <w:rStyle w:val="BEZWERSALIKW"/>
        </w:rPr>
        <w:t>OŚWIADCZENIE O ŚRODKACH WŁASNYCH I ZASOBACH MAJĄTKOWYCH</w:t>
      </w:r>
      <w:r w:rsidRPr="005B355B">
        <w:rPr>
          <w:rStyle w:val="BEZWERSALIKW"/>
        </w:rPr>
        <w:br/>
        <w:t xml:space="preserve"> OSOBY UBIEGAJĄCEJ SIĘ O REALIZACJĘ PRZEDSIĘWZIĘCIA NISKOEMISYJNEGO</w:t>
      </w:r>
    </w:p>
    <w:p w:rsidR="005B355B" w:rsidRDefault="005B355B" w:rsidP="005B355B"/>
    <w:p w:rsidR="005B355B" w:rsidRPr="005B355B" w:rsidRDefault="005B355B" w:rsidP="005B355B">
      <w:r w:rsidRPr="005B355B">
        <w:t>Ja, niżej podpisany(a) ..................................................................................................................................................</w:t>
      </w:r>
      <w:r w:rsidR="009E40B6">
        <w:t>...</w:t>
      </w:r>
      <w:r w:rsidRPr="005B355B">
        <w:t>,</w:t>
      </w:r>
    </w:p>
    <w:p w:rsidR="005B355B" w:rsidRPr="005B355B" w:rsidRDefault="005B355B" w:rsidP="005B355B">
      <w:r w:rsidRPr="005B355B">
        <w:t>(imię i nazwisko)</w:t>
      </w:r>
    </w:p>
    <w:p w:rsidR="005B355B" w:rsidRPr="005B355B" w:rsidRDefault="005B355B" w:rsidP="005B355B">
      <w:r w:rsidRPr="005B355B">
        <w:t>urodzony(a) ......................................................................................................................</w:t>
      </w:r>
      <w:r>
        <w:t>...................</w:t>
      </w:r>
      <w:r w:rsidRPr="005B355B">
        <w:t>............,</w:t>
      </w:r>
    </w:p>
    <w:p w:rsidR="005B355B" w:rsidRPr="005B355B" w:rsidRDefault="005B355B" w:rsidP="005B355B">
      <w:r w:rsidRPr="005B355B">
        <w:t>(data i miejscowość)</w:t>
      </w:r>
    </w:p>
    <w:p w:rsidR="005B355B" w:rsidRPr="005B355B" w:rsidRDefault="005B355B" w:rsidP="005B355B">
      <w:r w:rsidRPr="005B355B">
        <w:t>zamieszkały(a) .............................................................................................................................</w:t>
      </w:r>
      <w:r>
        <w:t>........................</w:t>
      </w:r>
      <w:r w:rsidRPr="005B355B">
        <w:t>,</w:t>
      </w:r>
    </w:p>
    <w:p w:rsidR="005B355B" w:rsidRPr="005B355B" w:rsidRDefault="005B355B" w:rsidP="005B355B">
      <w:r w:rsidRPr="005B355B">
        <w:t>(adres)</w:t>
      </w:r>
    </w:p>
    <w:p w:rsidR="00667DC6" w:rsidRPr="002660E6" w:rsidRDefault="005B355B" w:rsidP="005B355B">
      <w:pPr>
        <w:rPr>
          <w:rStyle w:val="IGindeksgrny"/>
        </w:rPr>
      </w:pPr>
      <w:r w:rsidRPr="005B355B">
        <w:t xml:space="preserve">legitymujący(a) się dokumentem </w:t>
      </w:r>
      <w:r w:rsidR="00667DC6">
        <w:t>t</w:t>
      </w:r>
      <w:r w:rsidRPr="005B355B">
        <w:t>ożsamości</w:t>
      </w:r>
      <w:r w:rsidR="002660E6">
        <w:rPr>
          <w:rStyle w:val="IGindeksgrny"/>
        </w:rPr>
        <w:t>1)</w:t>
      </w:r>
    </w:p>
    <w:p w:rsidR="005B355B" w:rsidRPr="005B355B" w:rsidRDefault="005B355B" w:rsidP="005B355B">
      <w:r w:rsidRPr="005B355B">
        <w:t>........</w:t>
      </w:r>
      <w:r w:rsidR="00667DC6">
        <w:t>...................</w:t>
      </w:r>
      <w:r w:rsidRPr="005B355B">
        <w:t>..........................................................</w:t>
      </w:r>
      <w:r w:rsidR="00667DC6">
        <w:t>......................................................</w:t>
      </w:r>
      <w:r w:rsidRPr="005B355B">
        <w:t>..........</w:t>
      </w:r>
      <w:r w:rsidR="00B55400">
        <w:t>,</w:t>
      </w:r>
    </w:p>
    <w:p w:rsidR="005B355B" w:rsidRPr="005B355B" w:rsidRDefault="005B355B" w:rsidP="005B355B">
      <w:r w:rsidRPr="005B355B">
        <w:t>oświadczam, że moje środki własne i  zasoby majątkowe składają się z</w:t>
      </w:r>
      <w:r w:rsidR="002660E6">
        <w:rPr>
          <w:rStyle w:val="IGindeksgrny"/>
        </w:rPr>
        <w:t>2)</w:t>
      </w:r>
      <w:r w:rsidRPr="005B355B">
        <w:t>:</w:t>
      </w:r>
    </w:p>
    <w:p w:rsidR="005B355B" w:rsidRPr="005B355B" w:rsidRDefault="005B355B" w:rsidP="005B355B">
      <w:pPr>
        <w:pStyle w:val="PKTpunkt"/>
      </w:pPr>
      <w:r w:rsidRPr="005B355B">
        <w:t>I.</w:t>
      </w:r>
      <w:r w:rsidRPr="005B355B">
        <w:tab/>
        <w:t>Nieruchomości</w:t>
      </w:r>
      <w:r w:rsidR="009316E0">
        <w:rPr>
          <w:vertAlign w:val="superscript"/>
        </w:rPr>
        <w:t>3)</w:t>
      </w:r>
      <w:r w:rsidRPr="005B355B">
        <w:t>:</w:t>
      </w:r>
    </w:p>
    <w:p w:rsidR="005B355B" w:rsidRPr="005B355B" w:rsidRDefault="005B355B" w:rsidP="00782EE5">
      <w:pPr>
        <w:pStyle w:val="PKTpunkt"/>
      </w:pPr>
      <w:r w:rsidRPr="005B355B">
        <w:t>1)</w:t>
      </w:r>
      <w:r w:rsidRPr="005B355B">
        <w:tab/>
        <w:t>budynek mieszkalny jednorodzinny (adres, powierzchnia w m</w:t>
      </w:r>
      <w:r w:rsidRPr="00782EE5">
        <w:rPr>
          <w:rStyle w:val="IGindeksgrny"/>
        </w:rPr>
        <w:t>2</w:t>
      </w:r>
      <w:r w:rsidRPr="005B355B">
        <w:t xml:space="preserve">, tytuł prawny </w:t>
      </w:r>
      <w:r w:rsidR="00BC5AB6">
        <w:br/>
      </w:r>
      <w:r w:rsidRPr="005B355B">
        <w:t>do nieruchomości, udział, wartość szacunkowa)</w:t>
      </w:r>
    </w:p>
    <w:p w:rsidR="005B355B" w:rsidRPr="005B355B" w:rsidRDefault="005B355B" w:rsidP="005B355B">
      <w:r w:rsidRPr="005B355B">
        <w:t>................................................................................................................................................</w:t>
      </w:r>
      <w:r>
        <w:t>....</w:t>
      </w:r>
      <w:r w:rsidRPr="005B355B">
        <w:t>..</w:t>
      </w:r>
    </w:p>
    <w:p w:rsidR="005B355B" w:rsidRPr="005B355B" w:rsidRDefault="005B355B" w:rsidP="005B355B">
      <w:r w:rsidRPr="005B355B">
        <w:t>........................................................................................................................</w:t>
      </w:r>
      <w:r>
        <w:t>.............................</w:t>
      </w:r>
      <w:r w:rsidRPr="005B355B">
        <w:t>.</w:t>
      </w:r>
    </w:p>
    <w:p w:rsidR="005B355B" w:rsidRDefault="005B355B" w:rsidP="005B355B">
      <w:r w:rsidRPr="005B355B">
        <w:t>......................................................................................................................</w:t>
      </w:r>
      <w:r>
        <w:t>.............................</w:t>
      </w:r>
      <w:r w:rsidRPr="005B355B">
        <w:t>..,</w:t>
      </w:r>
    </w:p>
    <w:p w:rsidR="002660E6" w:rsidRDefault="002660E6" w:rsidP="005B355B">
      <w:r>
        <w:t>__________________</w:t>
      </w:r>
    </w:p>
    <w:p w:rsidR="002660E6" w:rsidRDefault="0018684D" w:rsidP="0018684D">
      <w:pPr>
        <w:pStyle w:val="ODNONIKtreodnonika"/>
      </w:pPr>
      <w:r>
        <w:rPr>
          <w:rStyle w:val="IGindeksgrny"/>
        </w:rPr>
        <w:t>1)</w:t>
      </w:r>
      <w:r w:rsidR="0072669E">
        <w:rPr>
          <w:rStyle w:val="IGindeksgrny"/>
        </w:rPr>
        <w:tab/>
      </w:r>
      <w:r w:rsidRPr="0018684D">
        <w:t>Rodzaj dokumentu potwierdzającego tożsamość (seria i numer)</w:t>
      </w:r>
      <w:r w:rsidR="00C7086F">
        <w:t>.</w:t>
      </w:r>
      <w:r w:rsidR="002660E6">
        <w:t xml:space="preserve"> </w:t>
      </w:r>
    </w:p>
    <w:p w:rsidR="0018684D" w:rsidRDefault="002660E6" w:rsidP="002660E6">
      <w:pPr>
        <w:pStyle w:val="ODNONIKtreodnonika"/>
      </w:pPr>
      <w:r w:rsidRPr="002660E6">
        <w:rPr>
          <w:rStyle w:val="IGindeksgrny"/>
        </w:rPr>
        <w:t>2)</w:t>
      </w:r>
      <w:r w:rsidR="0072669E">
        <w:tab/>
      </w:r>
      <w:r>
        <w:t>Należy uwzględnić majątek objęty wspólnością ustawową oraz majątek osobisty</w:t>
      </w:r>
      <w:r w:rsidR="00C7086F">
        <w:t>.</w:t>
      </w:r>
    </w:p>
    <w:p w:rsidR="009316E0" w:rsidRPr="009316E0" w:rsidRDefault="009316E0" w:rsidP="002660E6">
      <w:pPr>
        <w:pStyle w:val="ODNONIKtreodnonika"/>
      </w:pPr>
      <w:r w:rsidRPr="00184C0E">
        <w:rPr>
          <w:vertAlign w:val="superscript"/>
        </w:rPr>
        <w:t xml:space="preserve">3) </w:t>
      </w:r>
      <w:r w:rsidRPr="00184C0E">
        <w:t xml:space="preserve"> Dotyczy wyłącznie nieruchomości, które nie są objęte lub nie są związane z realizacją przeds</w:t>
      </w:r>
      <w:r w:rsidR="00B15073">
        <w:t>ięwzięcia niskoemisyjnego,</w:t>
      </w:r>
      <w:r w:rsidRPr="00184C0E">
        <w:t xml:space="preserve"> o realizację którego ubiega się osoba wypełniająca niniejsze oświadczenie</w:t>
      </w:r>
      <w:r w:rsidR="00C7086F">
        <w:t>.</w:t>
      </w:r>
    </w:p>
    <w:p w:rsidR="001F668F" w:rsidRDefault="001F668F" w:rsidP="002660E6">
      <w:pPr>
        <w:pStyle w:val="ODNONIKtreodnonika"/>
      </w:pPr>
    </w:p>
    <w:p w:rsidR="001F668F" w:rsidRDefault="001F668F" w:rsidP="002660E6">
      <w:pPr>
        <w:pStyle w:val="ODNONIKtreodnonika"/>
      </w:pPr>
    </w:p>
    <w:p w:rsidR="001F668F" w:rsidRPr="005B355B" w:rsidRDefault="001F668F" w:rsidP="002660E6">
      <w:pPr>
        <w:pStyle w:val="ODNONIKtreodnonika"/>
      </w:pPr>
    </w:p>
    <w:p w:rsidR="005B355B" w:rsidRDefault="0001408B" w:rsidP="00782EE5">
      <w:pPr>
        <w:pStyle w:val="PKTpunkt"/>
      </w:pPr>
      <w:r>
        <w:lastRenderedPageBreak/>
        <w:t>2)</w:t>
      </w:r>
      <w:r>
        <w:tab/>
        <w:t xml:space="preserve">lokal w budynku </w:t>
      </w:r>
      <w:r w:rsidR="005B355B" w:rsidRPr="005B355B">
        <w:t>mieszkalnym jednorodzinnym (adres, powierzchnia w m</w:t>
      </w:r>
      <w:r w:rsidR="005B355B" w:rsidRPr="00782EE5">
        <w:rPr>
          <w:rStyle w:val="IGindeksgrny"/>
        </w:rPr>
        <w:t>2</w:t>
      </w:r>
      <w:r w:rsidR="005B355B" w:rsidRPr="005B355B">
        <w:t>, tytuł prawny do nieruchomości, udział, wartość szacunkowa)</w:t>
      </w:r>
    </w:p>
    <w:p w:rsidR="005B355B" w:rsidRPr="005B355B" w:rsidRDefault="005B355B" w:rsidP="005B355B">
      <w:r w:rsidRPr="005B355B">
        <w:t>...................................................................................................................................</w:t>
      </w:r>
      <w:r>
        <w:t>.................</w:t>
      </w:r>
      <w:r w:rsidRPr="005B355B">
        <w:t>..</w:t>
      </w:r>
    </w:p>
    <w:p w:rsidR="005B355B" w:rsidRPr="005B355B" w:rsidRDefault="005B355B" w:rsidP="005B355B">
      <w:r w:rsidRPr="005B355B">
        <w:t>......................................................................................................................</w:t>
      </w:r>
      <w:r>
        <w:t>............................</w:t>
      </w:r>
      <w:r w:rsidRPr="005B355B">
        <w:t>....</w:t>
      </w:r>
    </w:p>
    <w:p w:rsidR="005B355B" w:rsidRPr="005B355B" w:rsidRDefault="005B355B" w:rsidP="005B355B">
      <w:r w:rsidRPr="005B355B">
        <w:t>.....................................................................................................................</w:t>
      </w:r>
      <w:r>
        <w:t>..............................</w:t>
      </w:r>
      <w:r w:rsidRPr="005B355B">
        <w:t>..,</w:t>
      </w:r>
    </w:p>
    <w:p w:rsidR="00782EE5" w:rsidRPr="00782EE5" w:rsidRDefault="0072669E" w:rsidP="00782EE5">
      <w:pPr>
        <w:pStyle w:val="PKTpunkt"/>
      </w:pPr>
      <w:r>
        <w:t>3)</w:t>
      </w:r>
      <w:r>
        <w:tab/>
      </w:r>
      <w:r w:rsidR="00782EE5" w:rsidRPr="00782EE5">
        <w:t>mieszkanie (adres, powierzchnia w m</w:t>
      </w:r>
      <w:r w:rsidR="00782EE5" w:rsidRPr="00782EE5">
        <w:rPr>
          <w:rStyle w:val="IGindeksgrny"/>
        </w:rPr>
        <w:t>2</w:t>
      </w:r>
      <w:r w:rsidR="00782EE5" w:rsidRPr="00782EE5">
        <w:t>, tytuł prawny do nieruchomości, udział, wartość szacunkowa)</w:t>
      </w:r>
    </w:p>
    <w:p w:rsidR="00782EE5" w:rsidRPr="00782EE5" w:rsidRDefault="00782EE5" w:rsidP="00782EE5">
      <w:r w:rsidRPr="00782EE5">
        <w:t>......................................................................................................................................................</w:t>
      </w:r>
    </w:p>
    <w:p w:rsidR="00782EE5" w:rsidRPr="00782EE5" w:rsidRDefault="00782EE5" w:rsidP="00782EE5">
      <w:r w:rsidRPr="00782EE5">
        <w:t>......................................................................................................................................................</w:t>
      </w:r>
    </w:p>
    <w:p w:rsidR="00782EE5" w:rsidRDefault="00782EE5" w:rsidP="00782EE5">
      <w:r w:rsidRPr="00782EE5">
        <w:t>.....................................................................................................................................................,</w:t>
      </w:r>
    </w:p>
    <w:p w:rsidR="00782EE5" w:rsidRPr="00782EE5" w:rsidRDefault="001F668F" w:rsidP="00782EE5">
      <w:pPr>
        <w:pStyle w:val="PKTpunkt"/>
      </w:pPr>
      <w:r>
        <w:t>4</w:t>
      </w:r>
      <w:r w:rsidR="0072669E">
        <w:t>)</w:t>
      </w:r>
      <w:r w:rsidR="0072669E">
        <w:tab/>
      </w:r>
      <w:r w:rsidR="00782EE5">
        <w:t>gospodarstwo</w:t>
      </w:r>
      <w:r w:rsidR="00782EE5" w:rsidRPr="00782EE5">
        <w:t xml:space="preserve"> rolne (rodzaj, liczba hektarów, w tym przeliczeniowych, tytuł prawny </w:t>
      </w:r>
      <w:r w:rsidR="00BC5AB6">
        <w:br/>
      </w:r>
      <w:r w:rsidR="00782EE5" w:rsidRPr="00782EE5">
        <w:t>do nieruchomości, udział, wartość szacunkowa)</w:t>
      </w:r>
    </w:p>
    <w:p w:rsidR="00782EE5" w:rsidRPr="00782EE5" w:rsidRDefault="00782EE5" w:rsidP="00782EE5">
      <w:r w:rsidRPr="00782EE5">
        <w:t>......................................................................................................................</w:t>
      </w:r>
      <w:r>
        <w:t>.............................</w:t>
      </w:r>
      <w:r w:rsidRPr="00782EE5">
        <w:t>...</w:t>
      </w:r>
      <w:r w:rsidR="00756306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782EE5" w:rsidRPr="00782EE5" w:rsidRDefault="00782EE5" w:rsidP="0043074C">
      <w:pPr>
        <w:jc w:val="both"/>
      </w:pPr>
      <w:r w:rsidRPr="00782EE5">
        <w:t>–</w:t>
      </w:r>
      <w:r w:rsidRPr="00782EE5">
        <w:tab/>
        <w:t>zabudowa (</w:t>
      </w:r>
      <w:r w:rsidR="001F668F">
        <w:t xml:space="preserve">budynek mieszkalny jednorodzinny stanowiący część gospodarstwa rolnego, inne </w:t>
      </w:r>
      <w:r w:rsidRPr="00782EE5">
        <w:t>budynki, inna zabudowa, powierzchnia w m</w:t>
      </w:r>
      <w:r w:rsidRPr="00782EE5">
        <w:rPr>
          <w:rStyle w:val="IGindeksgrny"/>
        </w:rPr>
        <w:t>2</w:t>
      </w:r>
      <w:r w:rsidRPr="00782EE5">
        <w:t>, wartość szacunkowa)</w:t>
      </w:r>
    </w:p>
    <w:p w:rsidR="001F668F" w:rsidRPr="00782EE5" w:rsidRDefault="00782EE5" w:rsidP="00782EE5">
      <w:r w:rsidRPr="00782EE5">
        <w:t>.......................................................................................................................</w:t>
      </w:r>
      <w:r>
        <w:t>...........................</w:t>
      </w:r>
      <w:r w:rsidRPr="00782EE5">
        <w:t>....</w:t>
      </w:r>
      <w:r w:rsidR="007279F2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782EE5" w:rsidRDefault="001F668F" w:rsidP="00782EE5">
      <w:pPr>
        <w:pStyle w:val="PKTpunkt"/>
      </w:pPr>
      <w:r>
        <w:t>5</w:t>
      </w:r>
      <w:r w:rsidR="0072669E">
        <w:t>)</w:t>
      </w:r>
      <w:r w:rsidR="0072669E">
        <w:tab/>
      </w:r>
      <w:r w:rsidR="00782EE5" w:rsidRPr="00782EE5">
        <w:t>inne nieruc</w:t>
      </w:r>
      <w:r w:rsidR="00782EE5">
        <w:t>homości, w tym place, działki, grunty</w:t>
      </w:r>
      <w:r w:rsidR="00853F24">
        <w:t>, lokal użytkowy, magazyn, garaż</w:t>
      </w:r>
      <w:r w:rsidR="00782EE5">
        <w:t xml:space="preserve"> (</w:t>
      </w:r>
      <w:r w:rsidR="00782EE5" w:rsidRPr="00782EE5">
        <w:t>adres, powierzchnia w m</w:t>
      </w:r>
      <w:r w:rsidR="00782EE5" w:rsidRPr="00782EE5">
        <w:rPr>
          <w:rStyle w:val="IGindeksgrny"/>
        </w:rPr>
        <w:t>2</w:t>
      </w:r>
      <w:r w:rsidR="00782EE5" w:rsidRPr="00782EE5">
        <w:t xml:space="preserve">, tytuł prawny </w:t>
      </w:r>
      <w:r w:rsidR="00782EE5">
        <w:t>do nieruchomości</w:t>
      </w:r>
      <w:r w:rsidR="00782EE5" w:rsidRPr="00782EE5">
        <w:t xml:space="preserve">, </w:t>
      </w:r>
      <w:r w:rsidR="00782EE5">
        <w:t xml:space="preserve">udział, </w:t>
      </w:r>
      <w:r w:rsidR="00782EE5" w:rsidRPr="00782EE5">
        <w:t>wartość szacunkowa)</w:t>
      </w:r>
    </w:p>
    <w:p w:rsidR="00454D44" w:rsidRPr="00782EE5" w:rsidRDefault="00454D44" w:rsidP="0043074C">
      <w:r w:rsidRPr="00782EE5">
        <w:t>.......................................................................................................................</w:t>
      </w:r>
      <w:r>
        <w:t>...........................</w:t>
      </w:r>
      <w:r w:rsidRPr="00782EE5">
        <w:t>....</w:t>
      </w: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82EE5" w:rsidRPr="00782EE5" w:rsidRDefault="00782EE5" w:rsidP="00782EE5">
      <w:pPr>
        <w:pStyle w:val="PKTpunkt"/>
      </w:pPr>
      <w:r w:rsidRPr="00782EE5">
        <w:t>II.</w:t>
      </w:r>
      <w:r w:rsidRPr="00782EE5">
        <w:tab/>
        <w:t>Ruchomości:</w:t>
      </w:r>
    </w:p>
    <w:p w:rsidR="00782EE5" w:rsidRPr="00782EE5" w:rsidRDefault="00782EE5" w:rsidP="00782EE5">
      <w:pPr>
        <w:pStyle w:val="PKTpunkt"/>
      </w:pPr>
      <w:r w:rsidRPr="00782EE5">
        <w:t>1)</w:t>
      </w:r>
      <w:r w:rsidRPr="00782EE5">
        <w:tab/>
        <w:t>samochody (marka, model, rok produkcji, wartość szacunkowa)</w:t>
      </w:r>
    </w:p>
    <w:p w:rsidR="00782EE5" w:rsidRPr="00782EE5" w:rsidRDefault="00782EE5" w:rsidP="00782EE5">
      <w:r w:rsidRPr="00782EE5">
        <w:t>......................................................................................................................</w:t>
      </w:r>
      <w:r>
        <w:t>...........................</w:t>
      </w:r>
      <w:r w:rsidRPr="00782EE5">
        <w:t>.....</w:t>
      </w:r>
    </w:p>
    <w:p w:rsidR="00782EE5" w:rsidRPr="00782EE5" w:rsidRDefault="00782EE5" w:rsidP="00782EE5">
      <w:r w:rsidRPr="00782EE5">
        <w:t>......................................................................................................................</w:t>
      </w:r>
      <w:r>
        <w:t>...............................</w:t>
      </w:r>
      <w:r w:rsidRPr="00782EE5">
        <w:t>.</w:t>
      </w:r>
    </w:p>
    <w:p w:rsidR="00782EE5" w:rsidRDefault="00782EE5" w:rsidP="00782EE5">
      <w:r w:rsidRPr="00782EE5">
        <w:t>....................................................................................................................................</w:t>
      </w:r>
      <w:r>
        <w:t>...............</w:t>
      </w:r>
      <w:r w:rsidRPr="00782EE5">
        <w:t>..,</w:t>
      </w:r>
    </w:p>
    <w:p w:rsidR="00616200" w:rsidRDefault="00616200" w:rsidP="00782EE5"/>
    <w:p w:rsidR="00616200" w:rsidRPr="00782EE5" w:rsidRDefault="00616200" w:rsidP="00782EE5"/>
    <w:p w:rsidR="00782EE5" w:rsidRPr="00782EE5" w:rsidRDefault="00782EE5" w:rsidP="00782EE5">
      <w:pPr>
        <w:pStyle w:val="PKTpunkt"/>
      </w:pPr>
      <w:r w:rsidRPr="00782EE5">
        <w:lastRenderedPageBreak/>
        <w:t>2)</w:t>
      </w:r>
      <w:r w:rsidRPr="00782EE5">
        <w:tab/>
        <w:t>maszyny (rodzaj, rok produkcji</w:t>
      </w:r>
      <w:r>
        <w:t>,</w:t>
      </w:r>
      <w:r w:rsidRPr="00782EE5">
        <w:t xml:space="preserve"> wartość szacunkowa)</w:t>
      </w:r>
    </w:p>
    <w:p w:rsidR="00782EE5" w:rsidRPr="00782EE5" w:rsidRDefault="00782EE5" w:rsidP="00782EE5">
      <w:r w:rsidRPr="00782EE5">
        <w:t>......................................................................................................................</w:t>
      </w:r>
      <w:r>
        <w:t>............................</w:t>
      </w:r>
      <w:r w:rsidRPr="00782EE5">
        <w:t>....</w:t>
      </w:r>
    </w:p>
    <w:p w:rsidR="00782EE5" w:rsidRPr="00782EE5" w:rsidRDefault="00782EE5" w:rsidP="00782EE5">
      <w:r w:rsidRPr="00782EE5">
        <w:t>......................................................................................................................</w:t>
      </w:r>
      <w:r>
        <w:t>.............................</w:t>
      </w:r>
      <w:r w:rsidRPr="00782EE5">
        <w:t>...</w:t>
      </w:r>
    </w:p>
    <w:p w:rsidR="00782EE5" w:rsidRPr="00782EE5" w:rsidRDefault="00782EE5" w:rsidP="00782EE5">
      <w:r w:rsidRPr="00782EE5">
        <w:t>......................................................................................................................................</w:t>
      </w:r>
      <w:r>
        <w:t>..............</w:t>
      </w:r>
      <w:r w:rsidRPr="00782EE5">
        <w:t>.,</w:t>
      </w:r>
    </w:p>
    <w:p w:rsidR="00782EE5" w:rsidRPr="00782EE5" w:rsidRDefault="00782EE5" w:rsidP="00782EE5">
      <w:pPr>
        <w:pStyle w:val="PKTpunkt"/>
      </w:pPr>
      <w:r w:rsidRPr="00782EE5">
        <w:t>3)</w:t>
      </w:r>
      <w:r w:rsidRPr="00782EE5">
        <w:tab/>
        <w:t>inne przedmioty wartościowe (rodzaj, wartość szacunkowa)</w:t>
      </w:r>
    </w:p>
    <w:p w:rsidR="00782EE5" w:rsidRPr="00782EE5" w:rsidRDefault="00782EE5" w:rsidP="00782EE5">
      <w:r w:rsidRPr="00782EE5">
        <w:t>......................................................................................................................</w:t>
      </w:r>
      <w:r>
        <w:t>.............................</w:t>
      </w:r>
      <w:r w:rsidRPr="00782EE5">
        <w:t>...</w:t>
      </w:r>
    </w:p>
    <w:p w:rsidR="00782EE5" w:rsidRPr="00782EE5" w:rsidRDefault="00782EE5" w:rsidP="00782EE5">
      <w:r w:rsidRPr="00782EE5">
        <w:t>......................................................................................................................</w:t>
      </w:r>
      <w:r>
        <w:t>...........................</w:t>
      </w:r>
      <w:r w:rsidRPr="00782EE5">
        <w:t>.....</w:t>
      </w:r>
    </w:p>
    <w:p w:rsidR="00782EE5" w:rsidRDefault="00782EE5" w:rsidP="00782EE5">
      <w:r w:rsidRPr="00782EE5">
        <w:t>......................................................................................................................</w:t>
      </w:r>
      <w:r>
        <w:t>.............................</w:t>
      </w:r>
      <w:r w:rsidRPr="00782EE5">
        <w:t>.</w:t>
      </w:r>
      <w:r w:rsidR="00616200">
        <w:t>..</w:t>
      </w:r>
    </w:p>
    <w:p w:rsidR="00782EE5" w:rsidRPr="00782EE5" w:rsidRDefault="00782EE5" w:rsidP="00782EE5">
      <w:pPr>
        <w:pStyle w:val="PKTpunkt"/>
      </w:pPr>
      <w:r w:rsidRPr="00782EE5">
        <w:t>III.</w:t>
      </w:r>
      <w:r w:rsidRPr="00782EE5">
        <w:tab/>
        <w:t>Zasoby pieniężne</w:t>
      </w:r>
      <w:r>
        <w:t>:</w:t>
      </w:r>
    </w:p>
    <w:p w:rsidR="00782EE5" w:rsidRPr="00782EE5" w:rsidRDefault="00782EE5" w:rsidP="00782EE5">
      <w:pPr>
        <w:pStyle w:val="PKTpunkt"/>
      </w:pPr>
      <w:r w:rsidRPr="00782EE5">
        <w:t>1)</w:t>
      </w:r>
      <w:r w:rsidRPr="00782EE5">
        <w:tab/>
        <w:t>środki pieniężne zgromadzone w walucie polskiej/obcej (wartość nominaln</w:t>
      </w:r>
      <w:r w:rsidR="00616200">
        <w:t>a</w:t>
      </w:r>
      <w:r w:rsidRPr="00782EE5">
        <w:t>)</w:t>
      </w:r>
    </w:p>
    <w:p w:rsidR="00782EE5" w:rsidRPr="00782EE5" w:rsidRDefault="00782EE5" w:rsidP="00782EE5">
      <w:r w:rsidRPr="00782EE5">
        <w:t>.....................................................................................................................</w:t>
      </w:r>
      <w:r>
        <w:t>.............................</w:t>
      </w:r>
      <w:r w:rsidRPr="00782EE5">
        <w:t>...</w:t>
      </w:r>
      <w:r w:rsidR="00616200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782EE5">
        <w:t>,</w:t>
      </w:r>
    </w:p>
    <w:p w:rsidR="00782EE5" w:rsidRPr="00782EE5" w:rsidRDefault="00782EE5" w:rsidP="00782EE5">
      <w:pPr>
        <w:pStyle w:val="PKTpunkt"/>
      </w:pPr>
      <w:r w:rsidRPr="00782EE5">
        <w:t>2)</w:t>
      </w:r>
      <w:r w:rsidRPr="00782EE5">
        <w:tab/>
        <w:t>papiery wartościowe (wartość szacunkowa)</w:t>
      </w:r>
    </w:p>
    <w:p w:rsidR="00782EE5" w:rsidRPr="00782EE5" w:rsidRDefault="00782EE5" w:rsidP="00782EE5">
      <w:r w:rsidRPr="00782EE5">
        <w:t>......................................................................................................................</w:t>
      </w:r>
      <w:r>
        <w:t>.............................</w:t>
      </w:r>
      <w:r w:rsidRPr="00782EE5">
        <w:t>...</w:t>
      </w:r>
    </w:p>
    <w:p w:rsidR="00782EE5" w:rsidRPr="00782EE5" w:rsidRDefault="00782EE5" w:rsidP="00782EE5">
      <w:r w:rsidRPr="00782EE5">
        <w:t>......................................................................................................................</w:t>
      </w:r>
      <w:r>
        <w:t>............................</w:t>
      </w:r>
      <w:r w:rsidRPr="00782EE5">
        <w:t>....</w:t>
      </w:r>
    </w:p>
    <w:p w:rsidR="00782EE5" w:rsidRDefault="00782EE5" w:rsidP="00782EE5">
      <w:r w:rsidRPr="00782EE5">
        <w:t>......................................................................................................................</w:t>
      </w:r>
      <w:r>
        <w:t>...............................</w:t>
      </w:r>
      <w:r w:rsidR="00A724D3">
        <w:t>,</w:t>
      </w:r>
    </w:p>
    <w:p w:rsidR="001F668F" w:rsidRDefault="0072669E" w:rsidP="00782EE5">
      <w:r>
        <w:t>3)</w:t>
      </w:r>
      <w:r>
        <w:tab/>
      </w:r>
      <w:r w:rsidR="001F668F">
        <w:t>inne prawa majątkowe (np. udziały, akcje)</w:t>
      </w:r>
    </w:p>
    <w:p w:rsidR="001F668F" w:rsidRPr="00782EE5" w:rsidRDefault="001F668F" w:rsidP="001F668F">
      <w:r w:rsidRPr="00782EE5">
        <w:t>......................................................................................................................</w:t>
      </w:r>
      <w:r>
        <w:t>.............................</w:t>
      </w:r>
      <w:r w:rsidRPr="00782EE5">
        <w:t>...</w:t>
      </w:r>
    </w:p>
    <w:p w:rsidR="001F668F" w:rsidRPr="00782EE5" w:rsidRDefault="001F668F" w:rsidP="001F668F">
      <w:r w:rsidRPr="00782EE5">
        <w:t>......................................................................................................................</w:t>
      </w:r>
      <w:r>
        <w:t>............................</w:t>
      </w:r>
      <w:r w:rsidRPr="00782EE5">
        <w:t>....</w:t>
      </w:r>
    </w:p>
    <w:p w:rsidR="001F668F" w:rsidRDefault="001F668F" w:rsidP="001F668F">
      <w:r w:rsidRPr="00782EE5">
        <w:t>......................................................................................................................</w:t>
      </w:r>
      <w:r>
        <w:t>...............................</w:t>
      </w:r>
      <w:r w:rsidRPr="00782EE5">
        <w:t>.</w:t>
      </w:r>
    </w:p>
    <w:p w:rsidR="001F668F" w:rsidRPr="00782EE5" w:rsidRDefault="001F668F" w:rsidP="00782EE5"/>
    <w:p w:rsidR="005220C1" w:rsidRDefault="005220C1" w:rsidP="00782EE5"/>
    <w:p w:rsidR="00C27070" w:rsidRDefault="00C27070" w:rsidP="00782EE5"/>
    <w:p w:rsidR="00C27070" w:rsidRDefault="00C27070" w:rsidP="00782EE5"/>
    <w:p w:rsidR="005220C1" w:rsidRPr="005220C1" w:rsidRDefault="005220C1" w:rsidP="005220C1">
      <w:r w:rsidRPr="005220C1">
        <w:t>....................................., dnia ..........................</w:t>
      </w:r>
      <w:r w:rsidR="00C7086F">
        <w:t xml:space="preserve">  </w:t>
      </w:r>
      <w:r w:rsidRPr="005220C1">
        <w:t>....................................................................</w:t>
      </w:r>
    </w:p>
    <w:p w:rsidR="005220C1" w:rsidRDefault="00AB2D6D" w:rsidP="005220C1">
      <w:r>
        <w:t>(miejscowość)</w:t>
      </w:r>
      <w:r w:rsidR="00C7086F">
        <w:tab/>
      </w:r>
      <w:r w:rsidR="00C7086F">
        <w:tab/>
      </w:r>
      <w:r w:rsidR="00C7086F">
        <w:tab/>
      </w:r>
      <w:r w:rsidR="00C7086F">
        <w:tab/>
      </w:r>
      <w:r w:rsidR="00C7086F">
        <w:tab/>
      </w:r>
      <w:r w:rsidR="00C7086F">
        <w:tab/>
      </w:r>
      <w:r w:rsidR="00C7086F">
        <w:tab/>
      </w:r>
      <w:r w:rsidR="00C7086F">
        <w:tab/>
      </w:r>
      <w:r w:rsidR="00C7086F">
        <w:tab/>
      </w:r>
      <w:r w:rsidR="00C7086F">
        <w:tab/>
      </w:r>
      <w:r w:rsidR="00C7086F">
        <w:tab/>
      </w:r>
      <w:r w:rsidR="00C7086F">
        <w:tab/>
      </w:r>
      <w:r w:rsidR="00C7086F">
        <w:tab/>
      </w:r>
      <w:r w:rsidR="00C7086F">
        <w:tab/>
      </w:r>
      <w:r w:rsidR="00C7086F">
        <w:tab/>
      </w:r>
      <w:r w:rsidR="00C7086F">
        <w:tab/>
      </w:r>
      <w:r w:rsidR="00C7086F">
        <w:tab/>
      </w:r>
      <w:r w:rsidR="00C7086F">
        <w:tab/>
      </w:r>
      <w:r w:rsidR="00C7086F">
        <w:tab/>
      </w:r>
      <w:r w:rsidR="005220C1" w:rsidRPr="005220C1">
        <w:t>(podpis osoby składającej oświadczenie)</w:t>
      </w:r>
    </w:p>
    <w:p w:rsidR="00704A95" w:rsidRDefault="00704A95" w:rsidP="005220C1"/>
    <w:p w:rsidR="00704A95" w:rsidRDefault="00704A95" w:rsidP="005220C1"/>
    <w:p w:rsidR="00704A95" w:rsidRDefault="00704A95" w:rsidP="005220C1"/>
    <w:p w:rsidR="00704A95" w:rsidRDefault="00704A95" w:rsidP="005220C1"/>
    <w:p w:rsidR="00704A95" w:rsidRDefault="00704A95" w:rsidP="005220C1"/>
    <w:p w:rsidR="00704A95" w:rsidRDefault="00704A95" w:rsidP="005220C1"/>
    <w:p w:rsidR="00AB2D6D" w:rsidRPr="005220C1" w:rsidRDefault="00AB2D6D" w:rsidP="005220C1"/>
    <w:p w:rsidR="00704A95" w:rsidRPr="00704A95" w:rsidRDefault="00704A95" w:rsidP="00704A95">
      <w:pPr>
        <w:widowControl/>
        <w:autoSpaceDE/>
        <w:autoSpaceDN/>
        <w:adjustRightInd/>
        <w:spacing w:before="120" w:after="120" w:line="276" w:lineRule="auto"/>
        <w:jc w:val="center"/>
        <w:rPr>
          <w:rFonts w:eastAsia="Calibri" w:cs="Times New Roman"/>
          <w:b/>
          <w:sz w:val="22"/>
          <w:szCs w:val="22"/>
          <w:lang w:eastAsia="en-US"/>
        </w:rPr>
      </w:pPr>
      <w:r w:rsidRPr="00704A95">
        <w:rPr>
          <w:rFonts w:eastAsia="Calibri" w:cs="Times New Roman"/>
          <w:b/>
          <w:sz w:val="22"/>
          <w:szCs w:val="22"/>
          <w:lang w:eastAsia="en-US"/>
        </w:rPr>
        <w:t>UZASADNIENIE</w:t>
      </w:r>
    </w:p>
    <w:p w:rsidR="00704A95" w:rsidRPr="00704A95" w:rsidRDefault="00704A95" w:rsidP="00704A95">
      <w:pPr>
        <w:widowControl/>
        <w:autoSpaceDE/>
        <w:autoSpaceDN/>
        <w:adjustRightInd/>
        <w:spacing w:before="120" w:after="120" w:line="276" w:lineRule="auto"/>
        <w:ind w:firstLine="708"/>
        <w:jc w:val="both"/>
        <w:rPr>
          <w:rFonts w:eastAsia="Calibri" w:cs="Times New Roman"/>
          <w:sz w:val="22"/>
          <w:szCs w:val="22"/>
          <w:lang w:eastAsia="en-US"/>
        </w:rPr>
      </w:pPr>
      <w:r w:rsidRPr="00704A95">
        <w:rPr>
          <w:rFonts w:eastAsia="Calibri" w:cs="Times New Roman"/>
          <w:sz w:val="22"/>
          <w:szCs w:val="22"/>
          <w:lang w:eastAsia="en-US"/>
        </w:rPr>
        <w:t>Projekt rozporządzenia Ministra Klimatu w sprawie wzoru oświadczenia o środkach własnych i zasobach majątkowych osoby składającej wniosek o zawarcie umowy na realizację przedsięwzięcia niskoemisyjnego jest aktem wykonawczym do ustawy z dnia 21 listopada 2008 r. o wspieraniu termomodernizacji i remontów (</w:t>
      </w:r>
      <w:r w:rsidR="00AB2D6D" w:rsidRPr="00AB2D6D">
        <w:rPr>
          <w:rFonts w:eastAsia="Calibri" w:cs="Times New Roman"/>
          <w:sz w:val="22"/>
          <w:szCs w:val="22"/>
          <w:lang w:eastAsia="en-US"/>
        </w:rPr>
        <w:t>Dz. U. z 2020 poz. 22, z późn. zm.</w:t>
      </w:r>
      <w:r w:rsidRPr="00704A95">
        <w:rPr>
          <w:rFonts w:eastAsia="Calibri" w:cs="Times New Roman"/>
          <w:sz w:val="22"/>
          <w:szCs w:val="22"/>
          <w:lang w:eastAsia="en-US"/>
        </w:rPr>
        <w:t>).</w:t>
      </w:r>
    </w:p>
    <w:p w:rsidR="00704A95" w:rsidRPr="00704A95" w:rsidRDefault="00704A95" w:rsidP="00704A95">
      <w:pPr>
        <w:widowControl/>
        <w:autoSpaceDE/>
        <w:autoSpaceDN/>
        <w:adjustRightInd/>
        <w:spacing w:before="120" w:after="120" w:line="276" w:lineRule="auto"/>
        <w:ind w:firstLine="708"/>
        <w:jc w:val="both"/>
        <w:rPr>
          <w:rFonts w:eastAsia="Calibri" w:cs="Times New Roman"/>
          <w:sz w:val="22"/>
          <w:szCs w:val="22"/>
          <w:lang w:eastAsia="en-US"/>
        </w:rPr>
      </w:pPr>
      <w:r w:rsidRPr="00704A95">
        <w:rPr>
          <w:rFonts w:eastAsia="Calibri" w:cs="Times New Roman"/>
          <w:sz w:val="22"/>
          <w:szCs w:val="22"/>
          <w:lang w:eastAsia="en-US"/>
        </w:rPr>
        <w:t xml:space="preserve">W nowym brzmieniu art. 11d dodanym do ustawy z dnia 21 listopada 2008 r. o wspieraniu termomodernizacji i remontów ustawą z </w:t>
      </w:r>
      <w:r w:rsidR="00AB2D6D">
        <w:rPr>
          <w:rFonts w:eastAsia="Calibri" w:cs="Times New Roman"/>
          <w:sz w:val="22"/>
          <w:szCs w:val="22"/>
          <w:lang w:eastAsia="en-US"/>
        </w:rPr>
        <w:t xml:space="preserve">dnia </w:t>
      </w:r>
      <w:r w:rsidRPr="00704A95">
        <w:rPr>
          <w:rFonts w:eastAsia="Calibri" w:cs="Times New Roman"/>
          <w:sz w:val="22"/>
          <w:szCs w:val="22"/>
          <w:lang w:eastAsia="en-US"/>
        </w:rPr>
        <w:t>……….. o zmianie ustawy o wspieraniu termomodernizacji i remontów oraz niektórych innych ustaw (</w:t>
      </w:r>
      <w:r w:rsidR="00AB2D6D">
        <w:rPr>
          <w:rFonts w:eastAsia="Calibri" w:cs="Times New Roman"/>
          <w:sz w:val="22"/>
          <w:szCs w:val="22"/>
          <w:lang w:eastAsia="en-US"/>
        </w:rPr>
        <w:t>Dz. U. ..</w:t>
      </w:r>
      <w:r w:rsidRPr="00704A95">
        <w:rPr>
          <w:rFonts w:eastAsia="Calibri" w:cs="Times New Roman"/>
          <w:sz w:val="22"/>
          <w:szCs w:val="22"/>
          <w:lang w:eastAsia="en-US"/>
        </w:rPr>
        <w:t>.) – wskazano, że gmina może zawrzeć umowę o realizację przedsięwzięcia niskoemisyjnego wyłącznie z osobą, która spełnia łącznie określone w ustawie warunki. Celem projektu rozporządzenia jest określenie wzoru oświadczenia, jakie ma obowiązek złożyć osoba, na rzecz której gmina zrealizuje przedsięwzięcie niskoemisyjne i która spełnia kryteria wskazane w ustawie oraz kryteria ustalone przez gminę w regulaminie.</w:t>
      </w:r>
    </w:p>
    <w:p w:rsidR="00704A95" w:rsidRPr="00704A95" w:rsidRDefault="00704A95" w:rsidP="00704A95">
      <w:pPr>
        <w:widowControl/>
        <w:autoSpaceDE/>
        <w:autoSpaceDN/>
        <w:adjustRightInd/>
        <w:spacing w:before="120" w:after="120" w:line="276" w:lineRule="auto"/>
        <w:ind w:firstLine="708"/>
        <w:jc w:val="both"/>
        <w:rPr>
          <w:rFonts w:eastAsia="Calibri" w:cs="Times New Roman"/>
          <w:sz w:val="22"/>
          <w:szCs w:val="22"/>
          <w:lang w:eastAsia="en-US"/>
        </w:rPr>
      </w:pPr>
      <w:r w:rsidRPr="00704A95">
        <w:rPr>
          <w:rFonts w:eastAsia="Calibri" w:cs="Times New Roman"/>
          <w:sz w:val="22"/>
          <w:szCs w:val="22"/>
          <w:lang w:eastAsia="en-US"/>
        </w:rPr>
        <w:t xml:space="preserve">Aby ukierunkować wsparcie do osób ubogich energetycznie, które nie są w stanie samodzielnie podołać termomodernizacji budynku jednorodzinnego wraz z wymianą źródła ciepła, wprowadzono instrument kontrolny środków własnych i zasobów majątkowych osób ubiegających się o realizację przedsięwzięcia niskoemisyjnego. Weryfikacja środków własnych i zasobów majątkowych zachodzi w formie oświadczenia, którego wzór określa przedmiotowe rozporządzenie ministra właściwego do spraw klimatu. W skład środków własnych i zasobów majątkowych nie wchodzi wartość budynku mieszkalnego jednorodzinnego lub lokalu (w przypadku budynku mieszkalnego jednorodzinnego o dwóch lokalach), w którym ma być przeprowadzone przedsięwzięcie niskoemisyjne oraz nieruchomość gruntowa związana odpowiednio z tym budynkiem lub tym lokalem. </w:t>
      </w:r>
    </w:p>
    <w:p w:rsidR="00704A95" w:rsidRPr="00704A95" w:rsidRDefault="00704A95" w:rsidP="00704A95">
      <w:pPr>
        <w:widowControl/>
        <w:autoSpaceDE/>
        <w:autoSpaceDN/>
        <w:adjustRightInd/>
        <w:spacing w:before="120" w:after="120" w:line="276" w:lineRule="auto"/>
        <w:ind w:firstLine="708"/>
        <w:jc w:val="both"/>
        <w:rPr>
          <w:rFonts w:eastAsia="Calibri" w:cs="Times New Roman"/>
          <w:sz w:val="22"/>
          <w:szCs w:val="22"/>
          <w:lang w:eastAsia="en-US"/>
        </w:rPr>
      </w:pPr>
      <w:r w:rsidRPr="00704A95">
        <w:rPr>
          <w:rFonts w:eastAsia="Calibri" w:cs="Times New Roman"/>
          <w:sz w:val="22"/>
          <w:szCs w:val="22"/>
          <w:lang w:eastAsia="en-US"/>
        </w:rPr>
        <w:t>Wzór oświadczenia zawarto w załączniku do projektu rozporządzenia, uwzględniając potrzebę ujednolicenia dokumentacji, która posłuży gminie do ustalenia wysokości środków własnych oraz zasobów majątkowych osoby ubiegającej się o realizację przedsięwzięcia niskoemisyjnego. Wzór składa się z wprowadzenia oraz trzech części:</w:t>
      </w:r>
    </w:p>
    <w:p w:rsidR="00704A95" w:rsidRPr="00704A95" w:rsidRDefault="00704A95" w:rsidP="00704A95">
      <w:pPr>
        <w:widowControl/>
        <w:numPr>
          <w:ilvl w:val="0"/>
          <w:numId w:val="45"/>
        </w:numPr>
        <w:autoSpaceDE/>
        <w:autoSpaceDN/>
        <w:adjustRightInd/>
        <w:spacing w:before="120" w:after="120" w:line="276" w:lineRule="auto"/>
        <w:jc w:val="both"/>
        <w:rPr>
          <w:rFonts w:eastAsia="Calibri" w:cs="Times New Roman"/>
          <w:sz w:val="22"/>
          <w:szCs w:val="22"/>
          <w:lang w:eastAsia="en-US"/>
        </w:rPr>
      </w:pPr>
      <w:r w:rsidRPr="00704A95">
        <w:rPr>
          <w:rFonts w:eastAsia="Calibri" w:cs="Times New Roman"/>
          <w:sz w:val="22"/>
          <w:szCs w:val="22"/>
          <w:lang w:eastAsia="en-US"/>
        </w:rPr>
        <w:t xml:space="preserve">we wprowadzeniu osoba podaje swoje dane osobowe: imię i nazwisko, datę i miejsce urodzenia, adres zamieszkania oraz </w:t>
      </w:r>
      <w:r w:rsidR="00AB2D6D">
        <w:rPr>
          <w:rFonts w:eastAsia="Calibri" w:cs="Times New Roman"/>
          <w:sz w:val="22"/>
          <w:szCs w:val="22"/>
          <w:lang w:eastAsia="en-US"/>
        </w:rPr>
        <w:t xml:space="preserve">serię i </w:t>
      </w:r>
      <w:r w:rsidRPr="00704A95">
        <w:rPr>
          <w:rFonts w:eastAsia="Calibri" w:cs="Times New Roman"/>
          <w:sz w:val="22"/>
          <w:szCs w:val="22"/>
          <w:lang w:eastAsia="en-US"/>
        </w:rPr>
        <w:t>nr dokumentu tożsamości;</w:t>
      </w:r>
    </w:p>
    <w:p w:rsidR="00704A95" w:rsidRPr="00704A95" w:rsidRDefault="00704A95" w:rsidP="00704A95">
      <w:pPr>
        <w:widowControl/>
        <w:numPr>
          <w:ilvl w:val="0"/>
          <w:numId w:val="45"/>
        </w:numPr>
        <w:autoSpaceDE/>
        <w:autoSpaceDN/>
        <w:adjustRightInd/>
        <w:spacing w:before="120" w:after="120" w:line="276" w:lineRule="auto"/>
        <w:jc w:val="both"/>
        <w:rPr>
          <w:rFonts w:eastAsia="Calibri" w:cs="Times New Roman"/>
          <w:sz w:val="22"/>
          <w:szCs w:val="22"/>
          <w:lang w:eastAsia="en-US"/>
        </w:rPr>
      </w:pPr>
      <w:r w:rsidRPr="00704A95">
        <w:rPr>
          <w:rFonts w:eastAsia="Calibri" w:cs="Times New Roman"/>
          <w:sz w:val="22"/>
          <w:szCs w:val="22"/>
          <w:lang w:eastAsia="en-US"/>
        </w:rPr>
        <w:t>w pierwszej części osoba wskazuje swoje nieruchomości, w tym budynek mieszkalny jednorodzinny, lokal w budynku mieszkalnym jednorodzinnym, mieszkanie (wpisując adres, powierzchnię, tytuł prawny do nieruchomości, udział, wartość szacunkową), gospodarstwo rolne (wpisując rodzaj, liczbę hektarów, w tym przeliczeniowych, tytuł prawny do nieruchomości, udział, wartość szacunkową) i wchodzącą w jego skład zabudowę, np. budynek mieszkalny jednorodzinny stanowiący część gospodarstwa rolnego, inne budynki, inną zabudowę, wpisując ich powierzchnię i wartość szacunkową, oraz inne nieruchomości, w tym place, działki, grunty, lokal użytkowy, magazyn, garaż (wpisując adres, powierzchnię, tytuł prawny do nieruchomości, udział, wartość szacunkową);</w:t>
      </w:r>
    </w:p>
    <w:p w:rsidR="00704A95" w:rsidRPr="00704A95" w:rsidRDefault="00704A95" w:rsidP="00704A95">
      <w:pPr>
        <w:widowControl/>
        <w:numPr>
          <w:ilvl w:val="0"/>
          <w:numId w:val="45"/>
        </w:numPr>
        <w:autoSpaceDE/>
        <w:autoSpaceDN/>
        <w:adjustRightInd/>
        <w:spacing w:before="120" w:after="120" w:line="276" w:lineRule="auto"/>
        <w:jc w:val="both"/>
        <w:rPr>
          <w:rFonts w:eastAsia="Calibri" w:cs="Times New Roman"/>
          <w:sz w:val="22"/>
          <w:szCs w:val="22"/>
          <w:lang w:eastAsia="en-US"/>
        </w:rPr>
      </w:pPr>
      <w:r w:rsidRPr="00704A95">
        <w:rPr>
          <w:rFonts w:eastAsia="Calibri" w:cs="Times New Roman"/>
          <w:sz w:val="22"/>
          <w:szCs w:val="22"/>
          <w:lang w:eastAsia="en-US"/>
        </w:rPr>
        <w:t>w drugiej części osoba wskazuje swoje ruchomości, w tym samochody, maszyny i inne przedmioty wartościowe;</w:t>
      </w:r>
    </w:p>
    <w:p w:rsidR="00704A95" w:rsidRPr="00704A95" w:rsidRDefault="00704A95" w:rsidP="00704A95">
      <w:pPr>
        <w:widowControl/>
        <w:numPr>
          <w:ilvl w:val="0"/>
          <w:numId w:val="45"/>
        </w:numPr>
        <w:autoSpaceDE/>
        <w:autoSpaceDN/>
        <w:adjustRightInd/>
        <w:spacing w:before="120" w:after="120" w:line="276" w:lineRule="auto"/>
        <w:jc w:val="both"/>
        <w:rPr>
          <w:rFonts w:eastAsia="Calibri" w:cs="Times New Roman"/>
          <w:sz w:val="22"/>
          <w:szCs w:val="22"/>
          <w:lang w:eastAsia="en-US"/>
        </w:rPr>
      </w:pPr>
      <w:r w:rsidRPr="00704A95">
        <w:rPr>
          <w:rFonts w:eastAsia="Calibri" w:cs="Times New Roman"/>
          <w:sz w:val="22"/>
          <w:szCs w:val="22"/>
          <w:lang w:eastAsia="en-US"/>
        </w:rPr>
        <w:t>w trzeciej części osoba wskazuje posiadane zasoby pieniężne, w tym środki pieniężne zgromadzone w walucie polskiej i obcej, papiery wartościowe oraz inne prawa majątkowe (np. udziały, akcje).</w:t>
      </w:r>
    </w:p>
    <w:p w:rsidR="00704A95" w:rsidRPr="00704A95" w:rsidRDefault="00704A95" w:rsidP="00704A95">
      <w:pPr>
        <w:widowControl/>
        <w:autoSpaceDE/>
        <w:autoSpaceDN/>
        <w:adjustRightInd/>
        <w:spacing w:before="120" w:after="120" w:line="276" w:lineRule="auto"/>
        <w:ind w:left="360"/>
        <w:jc w:val="both"/>
        <w:rPr>
          <w:rFonts w:eastAsia="Calibri" w:cs="Times New Roman"/>
          <w:sz w:val="22"/>
          <w:szCs w:val="22"/>
          <w:lang w:eastAsia="en-US"/>
        </w:rPr>
      </w:pPr>
      <w:r w:rsidRPr="00704A95">
        <w:rPr>
          <w:rFonts w:eastAsia="Calibri" w:cs="Times New Roman"/>
          <w:sz w:val="22"/>
          <w:szCs w:val="22"/>
          <w:lang w:eastAsia="en-US"/>
        </w:rPr>
        <w:t xml:space="preserve">Wzór oświadczenia kończy się podpisem osoby składającej oświadczenie </w:t>
      </w:r>
      <w:r w:rsidR="00AB2D6D">
        <w:rPr>
          <w:rFonts w:eastAsia="Calibri" w:cs="Times New Roman"/>
          <w:sz w:val="22"/>
          <w:szCs w:val="22"/>
          <w:lang w:eastAsia="en-US"/>
        </w:rPr>
        <w:t xml:space="preserve">oraz wskazaniem miejscowości i </w:t>
      </w:r>
      <w:r w:rsidRPr="00704A95">
        <w:rPr>
          <w:rFonts w:eastAsia="Calibri" w:cs="Times New Roman"/>
          <w:sz w:val="22"/>
          <w:szCs w:val="22"/>
          <w:lang w:eastAsia="en-US"/>
        </w:rPr>
        <w:t>dat</w:t>
      </w:r>
      <w:r w:rsidR="00AB2D6D">
        <w:rPr>
          <w:rFonts w:eastAsia="Calibri" w:cs="Times New Roman"/>
          <w:sz w:val="22"/>
          <w:szCs w:val="22"/>
          <w:lang w:eastAsia="en-US"/>
        </w:rPr>
        <w:t>y</w:t>
      </w:r>
      <w:r w:rsidR="00C9391E">
        <w:rPr>
          <w:rFonts w:eastAsia="Calibri" w:cs="Times New Roman"/>
          <w:sz w:val="22"/>
          <w:szCs w:val="22"/>
          <w:lang w:eastAsia="en-US"/>
        </w:rPr>
        <w:t xml:space="preserve"> złożenia podpisu</w:t>
      </w:r>
      <w:r w:rsidRPr="00704A95">
        <w:rPr>
          <w:rFonts w:eastAsia="Calibri" w:cs="Times New Roman"/>
          <w:sz w:val="22"/>
          <w:szCs w:val="22"/>
          <w:lang w:eastAsia="en-US"/>
        </w:rPr>
        <w:t>.</w:t>
      </w:r>
    </w:p>
    <w:p w:rsidR="00704A95" w:rsidRPr="00704A95" w:rsidRDefault="00704A95" w:rsidP="00704A95">
      <w:pPr>
        <w:widowControl/>
        <w:autoSpaceDE/>
        <w:autoSpaceDN/>
        <w:adjustRightInd/>
        <w:spacing w:before="120" w:after="120" w:line="276" w:lineRule="auto"/>
        <w:ind w:firstLine="708"/>
        <w:jc w:val="both"/>
        <w:rPr>
          <w:rFonts w:eastAsia="Calibri" w:cs="Times New Roman"/>
          <w:sz w:val="22"/>
          <w:szCs w:val="22"/>
          <w:lang w:eastAsia="en-US"/>
        </w:rPr>
      </w:pPr>
      <w:r w:rsidRPr="00704A95">
        <w:rPr>
          <w:rFonts w:eastAsia="Calibri" w:cs="Times New Roman"/>
          <w:sz w:val="22"/>
          <w:szCs w:val="22"/>
          <w:lang w:eastAsia="en-US"/>
        </w:rPr>
        <w:t>Projektowane rozporządzenie wejdzie w życie w terminie 14 dni od dnia ogłoszenia.</w:t>
      </w:r>
    </w:p>
    <w:p w:rsidR="00704A95" w:rsidRPr="00704A95" w:rsidRDefault="00704A95" w:rsidP="00704A95">
      <w:pPr>
        <w:widowControl/>
        <w:autoSpaceDE/>
        <w:autoSpaceDN/>
        <w:adjustRightInd/>
        <w:spacing w:before="120" w:after="120" w:line="276" w:lineRule="auto"/>
        <w:ind w:firstLine="708"/>
        <w:jc w:val="both"/>
        <w:rPr>
          <w:rFonts w:eastAsia="Calibri" w:cs="Times New Roman"/>
          <w:sz w:val="22"/>
          <w:szCs w:val="22"/>
          <w:lang w:eastAsia="en-US"/>
        </w:rPr>
      </w:pPr>
      <w:r w:rsidRPr="00704A95">
        <w:rPr>
          <w:rFonts w:eastAsia="Calibri" w:cs="Times New Roman"/>
          <w:sz w:val="22"/>
          <w:szCs w:val="22"/>
          <w:lang w:eastAsia="en-US"/>
        </w:rPr>
        <w:t>Projekt rozporządzenia nie ma bezpośredniego wpływu na działalność mikroprzedsiębiorców oraz małych i średnich przedsiębiorców.</w:t>
      </w:r>
    </w:p>
    <w:p w:rsidR="00704A95" w:rsidRPr="00704A95" w:rsidRDefault="00704A95" w:rsidP="00704A95">
      <w:pPr>
        <w:widowControl/>
        <w:autoSpaceDE/>
        <w:autoSpaceDN/>
        <w:adjustRightInd/>
        <w:spacing w:before="120" w:after="120" w:line="276" w:lineRule="auto"/>
        <w:ind w:firstLine="708"/>
        <w:jc w:val="both"/>
        <w:rPr>
          <w:rFonts w:eastAsia="Calibri" w:cs="Times New Roman"/>
          <w:sz w:val="22"/>
          <w:szCs w:val="22"/>
          <w:lang w:eastAsia="en-US"/>
        </w:rPr>
      </w:pPr>
      <w:r w:rsidRPr="00704A95">
        <w:rPr>
          <w:rFonts w:eastAsia="Calibri" w:cs="Times New Roman"/>
          <w:sz w:val="22"/>
          <w:szCs w:val="22"/>
          <w:lang w:eastAsia="en-US"/>
        </w:rPr>
        <w:t>Projekt rozporządzenia nie jest sprzeczny z prawem Unii Europejskiej oraz nie zawiera norm technicznych w rozumieniu przepisów rozporządzenia Rady Ministrów z dnia 23 grudnia 2002 r. w sprawie sposobu funkcjonowania krajowego systemu notyfikacji norm i aktów prawnych (Dz. U. poz. 2039, z późn. zm.) i w związku z powyższym nie podlega procedurze notyfikacji.</w:t>
      </w:r>
    </w:p>
    <w:p w:rsidR="00704A95" w:rsidRPr="00704A95" w:rsidRDefault="00704A95" w:rsidP="00704A95">
      <w:pPr>
        <w:widowControl/>
        <w:autoSpaceDE/>
        <w:autoSpaceDN/>
        <w:adjustRightInd/>
        <w:spacing w:before="120" w:after="120" w:line="276" w:lineRule="auto"/>
        <w:ind w:firstLine="708"/>
        <w:jc w:val="both"/>
        <w:rPr>
          <w:rFonts w:eastAsia="Calibri" w:cs="Times New Roman"/>
          <w:sz w:val="22"/>
          <w:szCs w:val="22"/>
          <w:lang w:eastAsia="en-US"/>
        </w:rPr>
      </w:pPr>
      <w:r w:rsidRPr="00704A95">
        <w:rPr>
          <w:rFonts w:eastAsia="Calibri" w:cs="Times New Roman"/>
          <w:sz w:val="22"/>
          <w:szCs w:val="22"/>
          <w:lang w:eastAsia="en-US"/>
        </w:rPr>
        <w:t>Zgodnie z § 27 ust. 4 uchwały nr 190 Rady Ministrów z dnia 29 października 2013 r. – Regulamin pracy Rady Ministrów (M.P. z 2016 r. poz. 1006, z późn. zm.) projekt rozporządzenia nie wymaga przedstawienia instytucjom i organom Unii Europejskiej lub Europejskiemu Bankowi Centralnemu, w celu uzyskania opinii, dokonania powiadomienia, konsultacji albo uzgodnienia.</w:t>
      </w:r>
    </w:p>
    <w:p w:rsidR="00704A95" w:rsidRPr="00704A95" w:rsidRDefault="00704A95" w:rsidP="00704A95">
      <w:pPr>
        <w:widowControl/>
        <w:autoSpaceDE/>
        <w:autoSpaceDN/>
        <w:adjustRightInd/>
        <w:spacing w:before="120" w:after="120" w:line="276" w:lineRule="auto"/>
        <w:ind w:firstLine="708"/>
        <w:jc w:val="both"/>
        <w:rPr>
          <w:rFonts w:eastAsia="Calibri" w:cs="Times New Roman"/>
          <w:sz w:val="22"/>
          <w:szCs w:val="22"/>
          <w:lang w:eastAsia="en-US"/>
        </w:rPr>
      </w:pPr>
      <w:r w:rsidRPr="00704A95">
        <w:rPr>
          <w:rFonts w:eastAsia="Calibri" w:cs="Times New Roman"/>
          <w:sz w:val="22"/>
          <w:szCs w:val="22"/>
          <w:lang w:eastAsia="en-US"/>
        </w:rPr>
        <w:t xml:space="preserve">Zgodnie z art. 5 ustawy z dnia 7 lipca 2005 r. o działalności lobbingowej w procesie stanowienia prawa (Dz. U. z 2017 r. poz. 248) oraz § 52 ust. 1 uchwały nr 190 Rady Ministrów z dnia 29 października 2013 r. – Regulamin pracy Rady Ministrów z chwilą skierowania projektu rozporządzenia do uzgodnień międzyresortowych, przedmiotowy projekt </w:t>
      </w:r>
      <w:r w:rsidR="00AB2D6D" w:rsidRPr="00704A95">
        <w:rPr>
          <w:rFonts w:eastAsia="Calibri" w:cs="Times New Roman"/>
          <w:sz w:val="22"/>
          <w:szCs w:val="22"/>
          <w:lang w:eastAsia="en-US"/>
        </w:rPr>
        <w:t>zosta</w:t>
      </w:r>
      <w:r w:rsidR="00AB2D6D">
        <w:rPr>
          <w:rFonts w:eastAsia="Calibri" w:cs="Times New Roman"/>
          <w:sz w:val="22"/>
          <w:szCs w:val="22"/>
          <w:lang w:eastAsia="en-US"/>
        </w:rPr>
        <w:t>nie</w:t>
      </w:r>
      <w:r w:rsidR="00AB2D6D" w:rsidRPr="00704A95">
        <w:rPr>
          <w:rFonts w:eastAsia="Calibri" w:cs="Times New Roman"/>
          <w:sz w:val="22"/>
          <w:szCs w:val="22"/>
          <w:lang w:eastAsia="en-US"/>
        </w:rPr>
        <w:t xml:space="preserve"> </w:t>
      </w:r>
      <w:r w:rsidRPr="00704A95">
        <w:rPr>
          <w:rFonts w:eastAsia="Calibri" w:cs="Times New Roman"/>
          <w:sz w:val="22"/>
          <w:szCs w:val="22"/>
          <w:lang w:eastAsia="en-US"/>
        </w:rPr>
        <w:t>zamieszczony w Biuletynie Informacji Publicznej na stronie podmiotowej Rządowego Centrum Legislacji w zakładce Rządowy Proces Legislacyjny.</w:t>
      </w:r>
    </w:p>
    <w:p w:rsidR="00704A95" w:rsidRPr="00704A95" w:rsidRDefault="00704A95" w:rsidP="00704A95">
      <w:pPr>
        <w:widowControl/>
        <w:autoSpaceDE/>
        <w:autoSpaceDN/>
        <w:adjustRightInd/>
        <w:spacing w:before="120" w:after="120" w:line="276" w:lineRule="auto"/>
        <w:ind w:firstLine="708"/>
        <w:jc w:val="both"/>
        <w:rPr>
          <w:rFonts w:eastAsia="Calibri" w:cs="Times New Roman"/>
          <w:szCs w:val="24"/>
          <w:lang w:eastAsia="en-US"/>
        </w:rPr>
      </w:pPr>
    </w:p>
    <w:p w:rsidR="005220C1" w:rsidRDefault="005220C1" w:rsidP="005220C1">
      <w:pPr>
        <w:pStyle w:val="NAZORGWYDnazwaorganuwydajcegoprojektowanyakt"/>
        <w:rPr>
          <w:rStyle w:val="Ppogrubienie"/>
        </w:rPr>
      </w:pPr>
    </w:p>
    <w:p w:rsidR="00704A95" w:rsidRDefault="00704A95" w:rsidP="005220C1">
      <w:pPr>
        <w:pStyle w:val="NAZORGWYDnazwaorganuwydajcegoprojektowanyakt"/>
        <w:rPr>
          <w:rStyle w:val="Ppogrubienie"/>
        </w:rPr>
      </w:pPr>
    </w:p>
    <w:p w:rsidR="00704A95" w:rsidRDefault="00704A95" w:rsidP="005220C1">
      <w:pPr>
        <w:pStyle w:val="NAZORGWYDnazwaorganuwydajcegoprojektowanyakt"/>
        <w:rPr>
          <w:rStyle w:val="Ppogrubienie"/>
        </w:rPr>
      </w:pPr>
    </w:p>
    <w:p w:rsidR="00704A95" w:rsidRDefault="00704A95" w:rsidP="005220C1">
      <w:pPr>
        <w:pStyle w:val="NAZORGWYDnazwaorganuwydajcegoprojektowanyakt"/>
        <w:rPr>
          <w:rStyle w:val="Ppogrubienie"/>
        </w:rPr>
      </w:pPr>
    </w:p>
    <w:p w:rsidR="00704A95" w:rsidRDefault="00704A95" w:rsidP="005220C1">
      <w:pPr>
        <w:pStyle w:val="NAZORGWYDnazwaorganuwydajcegoprojektowanyakt"/>
        <w:rPr>
          <w:rStyle w:val="Ppogrubienie"/>
        </w:rPr>
      </w:pPr>
    </w:p>
    <w:p w:rsidR="00704A95" w:rsidRPr="00782EE5" w:rsidRDefault="00704A95" w:rsidP="005220C1">
      <w:pPr>
        <w:pStyle w:val="NAZORGWYDnazwaorganuwydajcegoprojektowanyakt"/>
        <w:rPr>
          <w:rStyle w:val="Ppogrubienie"/>
        </w:rPr>
      </w:pPr>
    </w:p>
    <w:sectPr w:rsidR="00704A95" w:rsidRPr="00782EE5" w:rsidSect="001A7F15">
      <w:headerReference w:type="default" r:id="rId8"/>
      <w:headerReference w:type="firs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74DC" w:rsidRDefault="00E874DC">
      <w:r>
        <w:separator/>
      </w:r>
    </w:p>
  </w:endnote>
  <w:endnote w:type="continuationSeparator" w:id="0">
    <w:p w:rsidR="00E874DC" w:rsidRDefault="00E87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74DC" w:rsidRDefault="00E874DC">
      <w:r>
        <w:separator/>
      </w:r>
    </w:p>
  </w:footnote>
  <w:footnote w:type="continuationSeparator" w:id="0">
    <w:p w:rsidR="00E874DC" w:rsidRDefault="00E874DC">
      <w:r>
        <w:continuationSeparator/>
      </w:r>
    </w:p>
  </w:footnote>
  <w:footnote w:id="1">
    <w:p w:rsidR="001E0FF8" w:rsidRPr="005B355B" w:rsidRDefault="001E0FF8" w:rsidP="009316E0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</w:r>
      <w:r w:rsidRPr="005B355B">
        <w:t xml:space="preserve">Minister </w:t>
      </w:r>
      <w:r>
        <w:t>Klimatu</w:t>
      </w:r>
      <w:r w:rsidRPr="005B355B">
        <w:t xml:space="preserve"> kieruje działem administracji rządowej – </w:t>
      </w:r>
      <w:r>
        <w:t>klimat</w:t>
      </w:r>
      <w:r w:rsidRPr="005B355B">
        <w:t xml:space="preserve">, na podstawie § 1 ust. 2 </w:t>
      </w:r>
      <w:r>
        <w:t>pkt 2 r</w:t>
      </w:r>
      <w:r w:rsidRPr="006C0467">
        <w:t xml:space="preserve">ozporządzenie Prezesa Rady Ministrów z dnia 20 marca 2020 r. w sprawie szczegółowego zakresu działania Ministra Klimatu </w:t>
      </w:r>
      <w:r w:rsidRPr="005B355B">
        <w:t>(</w:t>
      </w:r>
      <w:r w:rsidRPr="006C0467">
        <w:t>Dz.</w:t>
      </w:r>
      <w:r>
        <w:t xml:space="preserve"> </w:t>
      </w:r>
      <w:r w:rsidRPr="006C0467">
        <w:t>U. 2020 poz. 495</w:t>
      </w:r>
      <w:r w:rsidRPr="005B355B"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FF8" w:rsidRPr="00B371CC" w:rsidRDefault="001E0FF8" w:rsidP="00B371CC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53B8" w:rsidRDefault="00B953B8">
    <w:pPr>
      <w:pStyle w:val="Nagwek"/>
    </w:pPr>
    <w:r>
      <w:tab/>
    </w:r>
    <w:r>
      <w:tab/>
      <w:t>Projekt z dnia 8 czerwca 2020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FC00A57"/>
    <w:multiLevelType w:val="hybridMultilevel"/>
    <w:tmpl w:val="9B384026"/>
    <w:lvl w:ilvl="0" w:tplc="81BEE5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3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6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7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6"/>
  </w:num>
  <w:num w:numId="6">
    <w:abstractNumId w:val="32"/>
  </w:num>
  <w:num w:numId="7">
    <w:abstractNumId w:val="36"/>
  </w:num>
  <w:num w:numId="8">
    <w:abstractNumId w:val="32"/>
  </w:num>
  <w:num w:numId="9">
    <w:abstractNumId w:val="36"/>
  </w:num>
  <w:num w:numId="10">
    <w:abstractNumId w:val="32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4"/>
  </w:num>
  <w:num w:numId="28">
    <w:abstractNumId w:val="25"/>
  </w:num>
  <w:num w:numId="29">
    <w:abstractNumId w:val="37"/>
  </w:num>
  <w:num w:numId="30">
    <w:abstractNumId w:val="33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5"/>
  </w:num>
  <w:num w:numId="44">
    <w:abstractNumId w:val="12"/>
  </w:num>
  <w:num w:numId="45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revisionView w:inkAnnotations="0"/>
  <w:trackRevisions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144"/>
    <w:rsid w:val="000012DA"/>
    <w:rsid w:val="0000246E"/>
    <w:rsid w:val="00003862"/>
    <w:rsid w:val="00012A35"/>
    <w:rsid w:val="0001408B"/>
    <w:rsid w:val="00015AA4"/>
    <w:rsid w:val="00016099"/>
    <w:rsid w:val="00017DC2"/>
    <w:rsid w:val="00021522"/>
    <w:rsid w:val="00021BAB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1FF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3904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A62"/>
    <w:rsid w:val="00173BB3"/>
    <w:rsid w:val="001740D0"/>
    <w:rsid w:val="00174F2C"/>
    <w:rsid w:val="00180F2A"/>
    <w:rsid w:val="00184B91"/>
    <w:rsid w:val="00184C0E"/>
    <w:rsid w:val="00184D4A"/>
    <w:rsid w:val="0018684D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A20"/>
    <w:rsid w:val="001A2B6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E0FF8"/>
    <w:rsid w:val="001E1E73"/>
    <w:rsid w:val="001E4E0C"/>
    <w:rsid w:val="001E526D"/>
    <w:rsid w:val="001E5655"/>
    <w:rsid w:val="001F1832"/>
    <w:rsid w:val="001F220F"/>
    <w:rsid w:val="001F25B3"/>
    <w:rsid w:val="001F6616"/>
    <w:rsid w:val="001F668F"/>
    <w:rsid w:val="00202BD4"/>
    <w:rsid w:val="00204A97"/>
    <w:rsid w:val="002114EF"/>
    <w:rsid w:val="00213E5F"/>
    <w:rsid w:val="002166AD"/>
    <w:rsid w:val="00217871"/>
    <w:rsid w:val="00221ED8"/>
    <w:rsid w:val="002231EA"/>
    <w:rsid w:val="00223FDF"/>
    <w:rsid w:val="002279C0"/>
    <w:rsid w:val="00231F71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660E6"/>
    <w:rsid w:val="00271013"/>
    <w:rsid w:val="00273FE4"/>
    <w:rsid w:val="002765B4"/>
    <w:rsid w:val="00276A94"/>
    <w:rsid w:val="0029405D"/>
    <w:rsid w:val="00294FA6"/>
    <w:rsid w:val="00295A6F"/>
    <w:rsid w:val="002A20C4"/>
    <w:rsid w:val="002A529E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025A3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5D60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2F99"/>
    <w:rsid w:val="003C35C4"/>
    <w:rsid w:val="003D12C2"/>
    <w:rsid w:val="003D31B9"/>
    <w:rsid w:val="003D3867"/>
    <w:rsid w:val="003D7E31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1851"/>
    <w:rsid w:val="0042465E"/>
    <w:rsid w:val="00424DF7"/>
    <w:rsid w:val="0043074C"/>
    <w:rsid w:val="00432B76"/>
    <w:rsid w:val="00434D01"/>
    <w:rsid w:val="00435D26"/>
    <w:rsid w:val="00440C99"/>
    <w:rsid w:val="0044175C"/>
    <w:rsid w:val="00442144"/>
    <w:rsid w:val="00443459"/>
    <w:rsid w:val="00445F4D"/>
    <w:rsid w:val="004504C0"/>
    <w:rsid w:val="00454158"/>
    <w:rsid w:val="00454D44"/>
    <w:rsid w:val="004550FB"/>
    <w:rsid w:val="004608E2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96D"/>
    <w:rsid w:val="00472CD6"/>
    <w:rsid w:val="00474E3C"/>
    <w:rsid w:val="00477687"/>
    <w:rsid w:val="00480A58"/>
    <w:rsid w:val="00482151"/>
    <w:rsid w:val="00482E60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158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20C1"/>
    <w:rsid w:val="00524889"/>
    <w:rsid w:val="00526DFC"/>
    <w:rsid w:val="00526F43"/>
    <w:rsid w:val="00527651"/>
    <w:rsid w:val="005363AB"/>
    <w:rsid w:val="00544EF4"/>
    <w:rsid w:val="00545E53"/>
    <w:rsid w:val="005479D9"/>
    <w:rsid w:val="00554ED8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29D7"/>
    <w:rsid w:val="005A669D"/>
    <w:rsid w:val="005A75D8"/>
    <w:rsid w:val="005B355B"/>
    <w:rsid w:val="005B713E"/>
    <w:rsid w:val="005C03B6"/>
    <w:rsid w:val="005C348E"/>
    <w:rsid w:val="005C68E1"/>
    <w:rsid w:val="005C73D6"/>
    <w:rsid w:val="005D3763"/>
    <w:rsid w:val="005D55E1"/>
    <w:rsid w:val="005E19F7"/>
    <w:rsid w:val="005E4F04"/>
    <w:rsid w:val="005E62C2"/>
    <w:rsid w:val="005E6C71"/>
    <w:rsid w:val="005F0963"/>
    <w:rsid w:val="005F1ACB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16200"/>
    <w:rsid w:val="00621256"/>
    <w:rsid w:val="00621FCC"/>
    <w:rsid w:val="00622E4B"/>
    <w:rsid w:val="006333DA"/>
    <w:rsid w:val="006340F2"/>
    <w:rsid w:val="00635134"/>
    <w:rsid w:val="006356E2"/>
    <w:rsid w:val="00642A65"/>
    <w:rsid w:val="00645DCE"/>
    <w:rsid w:val="006465AC"/>
    <w:rsid w:val="006465BF"/>
    <w:rsid w:val="00646D18"/>
    <w:rsid w:val="00653B22"/>
    <w:rsid w:val="00657BF4"/>
    <w:rsid w:val="006603FB"/>
    <w:rsid w:val="006608DF"/>
    <w:rsid w:val="006623AC"/>
    <w:rsid w:val="006678AF"/>
    <w:rsid w:val="00667DC6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5BCF"/>
    <w:rsid w:val="006969FA"/>
    <w:rsid w:val="006A2A86"/>
    <w:rsid w:val="006A35D5"/>
    <w:rsid w:val="006A748A"/>
    <w:rsid w:val="006C0467"/>
    <w:rsid w:val="006C419E"/>
    <w:rsid w:val="006C4A31"/>
    <w:rsid w:val="006C5AC2"/>
    <w:rsid w:val="006C5EF2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4A95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2669E"/>
    <w:rsid w:val="007279F2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306"/>
    <w:rsid w:val="00756629"/>
    <w:rsid w:val="007575D2"/>
    <w:rsid w:val="00757B4F"/>
    <w:rsid w:val="00757B6A"/>
    <w:rsid w:val="00760F1E"/>
    <w:rsid w:val="007610E0"/>
    <w:rsid w:val="007621AA"/>
    <w:rsid w:val="0076260A"/>
    <w:rsid w:val="00764A67"/>
    <w:rsid w:val="00770F6B"/>
    <w:rsid w:val="00771883"/>
    <w:rsid w:val="0077463B"/>
    <w:rsid w:val="00776DC2"/>
    <w:rsid w:val="00780122"/>
    <w:rsid w:val="0078214B"/>
    <w:rsid w:val="00782EE5"/>
    <w:rsid w:val="0078498A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BD7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2841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3F24"/>
    <w:rsid w:val="00856272"/>
    <w:rsid w:val="008563FF"/>
    <w:rsid w:val="0086018B"/>
    <w:rsid w:val="008611DD"/>
    <w:rsid w:val="00861906"/>
    <w:rsid w:val="008620DE"/>
    <w:rsid w:val="00866867"/>
    <w:rsid w:val="00872257"/>
    <w:rsid w:val="008739B4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4E9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21B3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6B41"/>
    <w:rsid w:val="00917CE5"/>
    <w:rsid w:val="009217C0"/>
    <w:rsid w:val="00925241"/>
    <w:rsid w:val="00925CEC"/>
    <w:rsid w:val="00926A3F"/>
    <w:rsid w:val="0092794E"/>
    <w:rsid w:val="00930D30"/>
    <w:rsid w:val="009316E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1B85"/>
    <w:rsid w:val="009623E9"/>
    <w:rsid w:val="00963EEB"/>
    <w:rsid w:val="009648BC"/>
    <w:rsid w:val="00964C2F"/>
    <w:rsid w:val="00965F88"/>
    <w:rsid w:val="00984E03"/>
    <w:rsid w:val="00987E85"/>
    <w:rsid w:val="009934AB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04F9"/>
    <w:rsid w:val="009E140F"/>
    <w:rsid w:val="009E3E77"/>
    <w:rsid w:val="009E3FAB"/>
    <w:rsid w:val="009E40B6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5FDC"/>
    <w:rsid w:val="00A16151"/>
    <w:rsid w:val="00A16EC6"/>
    <w:rsid w:val="00A17C06"/>
    <w:rsid w:val="00A2126E"/>
    <w:rsid w:val="00A21706"/>
    <w:rsid w:val="00A22232"/>
    <w:rsid w:val="00A24FCC"/>
    <w:rsid w:val="00A26A90"/>
    <w:rsid w:val="00A26B27"/>
    <w:rsid w:val="00A30370"/>
    <w:rsid w:val="00A30E4F"/>
    <w:rsid w:val="00A32253"/>
    <w:rsid w:val="00A3310E"/>
    <w:rsid w:val="00A333A0"/>
    <w:rsid w:val="00A37E70"/>
    <w:rsid w:val="00A437E1"/>
    <w:rsid w:val="00A45EB3"/>
    <w:rsid w:val="00A4685E"/>
    <w:rsid w:val="00A50CD4"/>
    <w:rsid w:val="00A51191"/>
    <w:rsid w:val="00A56D62"/>
    <w:rsid w:val="00A56F07"/>
    <w:rsid w:val="00A5762C"/>
    <w:rsid w:val="00A57EA3"/>
    <w:rsid w:val="00A600FC"/>
    <w:rsid w:val="00A60BCA"/>
    <w:rsid w:val="00A638DA"/>
    <w:rsid w:val="00A65B41"/>
    <w:rsid w:val="00A65E00"/>
    <w:rsid w:val="00A66A78"/>
    <w:rsid w:val="00A724D3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2D6D"/>
    <w:rsid w:val="00AB67FC"/>
    <w:rsid w:val="00AC00F2"/>
    <w:rsid w:val="00AC31B5"/>
    <w:rsid w:val="00AC4EA1"/>
    <w:rsid w:val="00AC4F06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073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400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953B8"/>
    <w:rsid w:val="00BA561A"/>
    <w:rsid w:val="00BB0DC6"/>
    <w:rsid w:val="00BB15E4"/>
    <w:rsid w:val="00BB1E19"/>
    <w:rsid w:val="00BB21D1"/>
    <w:rsid w:val="00BB23AE"/>
    <w:rsid w:val="00BB32F2"/>
    <w:rsid w:val="00BB4338"/>
    <w:rsid w:val="00BB6C0E"/>
    <w:rsid w:val="00BB7B38"/>
    <w:rsid w:val="00BC11E5"/>
    <w:rsid w:val="00BC4BC6"/>
    <w:rsid w:val="00BC52FD"/>
    <w:rsid w:val="00BC5AB6"/>
    <w:rsid w:val="00BC6E62"/>
    <w:rsid w:val="00BC7443"/>
    <w:rsid w:val="00BD0648"/>
    <w:rsid w:val="00BD1040"/>
    <w:rsid w:val="00BD1D4E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27070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569D"/>
    <w:rsid w:val="00C667BE"/>
    <w:rsid w:val="00C6766B"/>
    <w:rsid w:val="00C70045"/>
    <w:rsid w:val="00C7086F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9391E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08E9"/>
    <w:rsid w:val="00CE31A6"/>
    <w:rsid w:val="00CE7AD4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1AE1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97097"/>
    <w:rsid w:val="00DA3FDD"/>
    <w:rsid w:val="00DA7017"/>
    <w:rsid w:val="00DA7028"/>
    <w:rsid w:val="00DB149D"/>
    <w:rsid w:val="00DB1AD2"/>
    <w:rsid w:val="00DB1E7D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469F2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874DC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B72D6"/>
    <w:rsid w:val="00EC0F5A"/>
    <w:rsid w:val="00EC4265"/>
    <w:rsid w:val="00EC4CEB"/>
    <w:rsid w:val="00EC659E"/>
    <w:rsid w:val="00ED1A8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03F8D"/>
    <w:rsid w:val="00F115CA"/>
    <w:rsid w:val="00F14817"/>
    <w:rsid w:val="00F14EBA"/>
    <w:rsid w:val="00F1510F"/>
    <w:rsid w:val="00F1533A"/>
    <w:rsid w:val="00F15E5A"/>
    <w:rsid w:val="00F17F0A"/>
    <w:rsid w:val="00F22027"/>
    <w:rsid w:val="00F23613"/>
    <w:rsid w:val="00F2668F"/>
    <w:rsid w:val="00F2742F"/>
    <w:rsid w:val="00F2753B"/>
    <w:rsid w:val="00F33F8B"/>
    <w:rsid w:val="00F340B2"/>
    <w:rsid w:val="00F40F9A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1D5B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2C2F"/>
    <w:rsid w:val="00FB305C"/>
    <w:rsid w:val="00FB5994"/>
    <w:rsid w:val="00FB7CEC"/>
    <w:rsid w:val="00FC2E3D"/>
    <w:rsid w:val="00FC3BDE"/>
    <w:rsid w:val="00FC54F8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64E7353-27BA-4F85-B487-1CF5897C1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Quote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 w:cs="Arial"/>
      <w:sz w:val="24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="Cambria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="Times New Roman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="Times New Roman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cs="Arial"/>
      <w:sz w:val="24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link w:val="Nagwek1"/>
    <w:uiPriority w:val="99"/>
    <w:semiHidden/>
    <w:rsid w:val="004504C0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  <w:spacing w:line="360" w:lineRule="auto"/>
    </w:pPr>
    <w:rPr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 w:line="360" w:lineRule="auto"/>
      <w:jc w:val="center"/>
    </w:pPr>
    <w:rPr>
      <w:rFonts w:cs="Arial"/>
      <w:bCs/>
      <w:sz w:val="24"/>
      <w:szCs w:val="24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 w:line="360" w:lineRule="auto"/>
      <w:jc w:val="center"/>
    </w:pPr>
    <w:rPr>
      <w:rFonts w:cs="Arial"/>
      <w:b/>
      <w:bCs/>
      <w:sz w:val="24"/>
      <w:szCs w:val="24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 w:line="360" w:lineRule="auto"/>
      <w:jc w:val="center"/>
    </w:pPr>
    <w:rPr>
      <w:b/>
      <w:bCs/>
      <w:caps/>
      <w:kern w:val="24"/>
      <w:sz w:val="24"/>
      <w:szCs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 w:line="360" w:lineRule="auto"/>
      <w:jc w:val="center"/>
    </w:pPr>
    <w:rPr>
      <w:b/>
      <w:bCs/>
      <w:caps/>
      <w:spacing w:val="54"/>
      <w:kern w:val="24"/>
      <w:sz w:val="24"/>
      <w:szCs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spacing w:line="360" w:lineRule="auto"/>
      <w:ind w:left="510" w:hanging="510"/>
      <w:jc w:val="both"/>
    </w:pPr>
    <w:rPr>
      <w:rFonts w:cs="Arial"/>
      <w:bCs/>
      <w:sz w:val="24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 w:line="360" w:lineRule="auto"/>
      <w:jc w:val="center"/>
    </w:pPr>
    <w:rPr>
      <w:b/>
      <w:bCs/>
      <w:sz w:val="24"/>
      <w:szCs w:val="24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 w:line="360" w:lineRule="auto"/>
      <w:jc w:val="center"/>
    </w:pPr>
    <w:rPr>
      <w:rFonts w:cs="Arial"/>
      <w:bCs/>
      <w:caps/>
      <w:kern w:val="24"/>
      <w:sz w:val="24"/>
      <w:szCs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spacing w:line="360" w:lineRule="auto"/>
      <w:ind w:left="510"/>
      <w:jc w:val="center"/>
    </w:pPr>
    <w:rPr>
      <w:sz w:val="24"/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spacing w:line="360" w:lineRule="auto"/>
      <w:ind w:left="510"/>
      <w:jc w:val="center"/>
    </w:pPr>
    <w:rPr>
      <w:rFonts w:cs="Arial"/>
      <w:bCs/>
      <w:kern w:val="24"/>
      <w:sz w:val="24"/>
      <w:szCs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hAnsi="Times" w:cs="Times New Roman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hAnsi="Times" w:cs="Times New Roman"/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ind w:left="284" w:hanging="284"/>
      <w:jc w:val="both"/>
    </w:pPr>
    <w:rPr>
      <w:rFonts w:ascii="Times New Roman" w:hAnsi="Times New Roman" w:cs="Aria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 w:line="360" w:lineRule="auto"/>
      <w:jc w:val="center"/>
    </w:pPr>
    <w:rPr>
      <w:rFonts w:cs="Arial"/>
      <w:bCs/>
      <w:kern w:val="24"/>
      <w:sz w:val="24"/>
      <w:szCs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 w:line="360" w:lineRule="auto"/>
      <w:jc w:val="center"/>
    </w:pPr>
    <w:rPr>
      <w:b/>
      <w:sz w:val="24"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spacing w:line="360" w:lineRule="auto"/>
      <w:jc w:val="right"/>
    </w:pPr>
    <w:rPr>
      <w:rFonts w:ascii="Times New Roman" w:hAnsi="Times New Roman" w:cs="Arial"/>
      <w:sz w:val="24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pPr>
      <w:spacing w:line="360" w:lineRule="auto"/>
    </w:pPr>
    <w:rPr>
      <w:rFonts w:ascii="Times New Roman" w:hAnsi="Times New Roman" w:cs="Arial"/>
      <w:b/>
      <w:sz w:val="24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/>
      <w:ind w:left="5670"/>
      <w:contextualSpacing/>
    </w:pPr>
    <w:rPr>
      <w:rFonts w:ascii="Times New Roman" w:hAnsi="Times New Roman" w:cs="Arial"/>
      <w:sz w:val="24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uiPriority w:val="1"/>
    <w:qFormat/>
    <w:rsid w:val="006A748A"/>
    <w:rPr>
      <w:b/>
    </w:rPr>
  </w:style>
  <w:style w:type="character" w:customStyle="1" w:styleId="Kkursywa">
    <w:name w:val="_K_ – kursywa"/>
    <w:uiPriority w:val="1"/>
    <w:qFormat/>
    <w:rsid w:val="006A748A"/>
    <w:rPr>
      <w:i/>
    </w:rPr>
  </w:style>
  <w:style w:type="character" w:customStyle="1" w:styleId="PKpogrubieniekursywa">
    <w:name w:val="_P_K_ – pogrubienie kursywa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spacing w:line="360" w:lineRule="auto"/>
      <w:jc w:val="center"/>
    </w:pPr>
    <w:rPr>
      <w:rFonts w:ascii="Times New Roman" w:hAnsi="Times New Roman" w:cs="Arial"/>
      <w:sz w:val="24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D1A8E"/>
    <w:rPr>
      <w:rFonts w:ascii="Times New Roman" w:hAnsi="Times New Roman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0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a_Drelich\Desktop\Zaufane%20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2BFEB-9922-4D0A-90B0-5BEB5E5F1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0</TotalTime>
  <Pages>19</Pages>
  <Words>1969</Words>
  <Characters>11815</Characters>
  <Application>Microsoft Office Word</Application>
  <DocSecurity>4</DocSecurity>
  <Lines>98</Lines>
  <Paragraphs>27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13757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Izabela Drelich-Sikorska</dc:creator>
  <cp:lastModifiedBy>Marczak-Redecka Joanna</cp:lastModifiedBy>
  <cp:revision>2</cp:revision>
  <cp:lastPrinted>2012-04-23T06:39:00Z</cp:lastPrinted>
  <dcterms:created xsi:type="dcterms:W3CDTF">2020-06-16T12:09:00Z</dcterms:created>
  <dcterms:modified xsi:type="dcterms:W3CDTF">2020-06-16T12:09:00Z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